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A6E8E" w14:textId="48D857F2" w:rsidR="00517347" w:rsidRPr="00F66B24" w:rsidRDefault="006F68AC" w:rsidP="00F66B24">
      <w:pPr>
        <w:tabs>
          <w:tab w:val="left" w:pos="8670"/>
        </w:tabs>
        <w:jc w:val="center"/>
        <w:rPr>
          <w:rFonts w:ascii="Calibri" w:hAnsi="Calibri" w:cs="Calibri"/>
          <w:b/>
          <w:bCs/>
        </w:rPr>
      </w:pPr>
      <w:r w:rsidRPr="00C21FE4">
        <w:rPr>
          <w:rFonts w:ascii="Calibri" w:hAnsi="Calibri" w:cs="Calibri"/>
          <w:b/>
          <w:bCs/>
        </w:rPr>
        <w:t>SCHEDA DI AUTOVALUTAZIONE</w:t>
      </w:r>
    </w:p>
    <w:p w14:paraId="6B9221D3" w14:textId="2EB2B05D" w:rsidR="00517347" w:rsidRPr="00535544" w:rsidRDefault="00E014B4" w:rsidP="00F66B24">
      <w:pPr>
        <w:jc w:val="center"/>
        <w:rPr>
          <w:b/>
          <w:bCs/>
          <w:sz w:val="22"/>
          <w:szCs w:val="22"/>
        </w:rPr>
      </w:pPr>
      <w:r w:rsidRPr="00535544">
        <w:rPr>
          <w:b/>
          <w:bCs/>
          <w:sz w:val="22"/>
          <w:szCs w:val="22"/>
        </w:rPr>
        <w:t>INTERPELLO PER LA COPERTURA DI POSTI ART. 13 C. 23 OM.88/2024</w:t>
      </w:r>
    </w:p>
    <w:p w14:paraId="498CBEBD" w14:textId="77777777" w:rsidR="00E014B4" w:rsidRPr="00535544" w:rsidRDefault="00E014B4" w:rsidP="00E014B4">
      <w:pPr>
        <w:rPr>
          <w:sz w:val="14"/>
          <w:szCs w:val="14"/>
        </w:rPr>
      </w:pPr>
    </w:p>
    <w:p w14:paraId="377E2EC1" w14:textId="77777777" w:rsidR="00E014B4" w:rsidRPr="00535544" w:rsidRDefault="00E014B4" w:rsidP="00E01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35544">
        <w:rPr>
          <w:sz w:val="16"/>
          <w:szCs w:val="16"/>
        </w:rPr>
        <w:t xml:space="preserve">DENOMINAZIONE SCUOLA: </w:t>
      </w:r>
      <w:r w:rsidRPr="00535544">
        <w:rPr>
          <w:b/>
          <w:bCs/>
          <w:sz w:val="20"/>
          <w:szCs w:val="20"/>
        </w:rPr>
        <w:t>ISTITUTO DI ISTRUZIONE SUPERIORE “BENVENUTO CELLINI”</w:t>
      </w:r>
    </w:p>
    <w:p w14:paraId="7ED470A2" w14:textId="77777777" w:rsidR="00E014B4" w:rsidRPr="00535544" w:rsidRDefault="00E014B4" w:rsidP="00E01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35544">
        <w:rPr>
          <w:sz w:val="16"/>
          <w:szCs w:val="16"/>
        </w:rPr>
        <w:t xml:space="preserve">INDIRIZZO SCUOLA: </w:t>
      </w:r>
      <w:r w:rsidRPr="00535544">
        <w:rPr>
          <w:b/>
          <w:bCs/>
          <w:sz w:val="20"/>
          <w:szCs w:val="20"/>
        </w:rPr>
        <w:t>VIA MASACCIO n.8, 50136 – FIRENZE (FI)</w:t>
      </w:r>
    </w:p>
    <w:p w14:paraId="36F204D7" w14:textId="77777777" w:rsidR="00E014B4" w:rsidRPr="00535544" w:rsidRDefault="00E014B4" w:rsidP="00E01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35544">
        <w:rPr>
          <w:sz w:val="16"/>
          <w:szCs w:val="16"/>
        </w:rPr>
        <w:t xml:space="preserve">CODICE MECCANOGRAFICO SCUOLA: </w:t>
      </w:r>
      <w:r w:rsidRPr="00535544">
        <w:rPr>
          <w:b/>
          <w:bCs/>
          <w:sz w:val="20"/>
          <w:szCs w:val="20"/>
        </w:rPr>
        <w:t>FIIS00600X</w:t>
      </w:r>
    </w:p>
    <w:p w14:paraId="5359E6A3" w14:textId="4E93A695" w:rsidR="00C21FE4" w:rsidRPr="00F66B24" w:rsidRDefault="005F2932" w:rsidP="00F66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sz w:val="20"/>
          <w:szCs w:val="20"/>
        </w:rPr>
      </w:pPr>
      <w:r>
        <w:rPr>
          <w:sz w:val="16"/>
          <w:szCs w:val="16"/>
        </w:rPr>
        <w:t>E-</w:t>
      </w:r>
      <w:r w:rsidR="00E014B4" w:rsidRPr="00535544">
        <w:rPr>
          <w:sz w:val="16"/>
          <w:szCs w:val="16"/>
        </w:rPr>
        <w:t>MAIL SCUOLA SU CUI RICEVERE LA CANDIDATURA</w:t>
      </w:r>
      <w:r w:rsidR="00F7336B" w:rsidRPr="00535544">
        <w:rPr>
          <w:sz w:val="16"/>
          <w:szCs w:val="16"/>
        </w:rPr>
        <w:t xml:space="preserve">: </w:t>
      </w:r>
      <w:hyperlink r:id="rId8" w:history="1">
        <w:r w:rsidR="00F7336B" w:rsidRPr="00535544">
          <w:rPr>
            <w:rStyle w:val="Collegamentoipertestuale"/>
            <w:b/>
            <w:bCs/>
            <w:color w:val="0070C0"/>
            <w:sz w:val="20"/>
            <w:szCs w:val="20"/>
          </w:rPr>
          <w:t>fiis00600x@istruzione.it</w:t>
        </w:r>
      </w:hyperlink>
      <w:r w:rsidR="00E014B4" w:rsidRPr="00535544">
        <w:rPr>
          <w:b/>
          <w:bCs/>
          <w:color w:val="0070C0"/>
          <w:sz w:val="20"/>
          <w:szCs w:val="20"/>
        </w:rPr>
        <w:t xml:space="preserve"> </w:t>
      </w:r>
    </w:p>
    <w:p w14:paraId="3413E523" w14:textId="77777777" w:rsidR="00517347" w:rsidRPr="00CF0AEF" w:rsidRDefault="00517347" w:rsidP="00C21FE4">
      <w:pPr>
        <w:tabs>
          <w:tab w:val="left" w:pos="8670"/>
        </w:tabs>
        <w:jc w:val="center"/>
        <w:rPr>
          <w:rFonts w:ascii="Calibri" w:hAnsi="Calibri" w:cs="Calibri"/>
          <w:b/>
          <w:bCs/>
          <w:sz w:val="8"/>
          <w:szCs w:val="8"/>
        </w:rPr>
      </w:pPr>
    </w:p>
    <w:p w14:paraId="7445A10A" w14:textId="77777777" w:rsidR="005B261E" w:rsidRDefault="005B261E" w:rsidP="00F66B24">
      <w:pPr>
        <w:tabs>
          <w:tab w:val="left" w:pos="8670"/>
        </w:tabs>
        <w:rPr>
          <w:rFonts w:ascii="Calibri" w:hAnsi="Calibri" w:cs="Calibri"/>
          <w:b/>
          <w:bCs/>
        </w:rPr>
      </w:pPr>
    </w:p>
    <w:p w14:paraId="49B34C44" w14:textId="378E970D" w:rsidR="00517347" w:rsidRPr="00F66B24" w:rsidRDefault="006F68AC" w:rsidP="00F66B24">
      <w:pPr>
        <w:tabs>
          <w:tab w:val="left" w:pos="8670"/>
        </w:tabs>
        <w:rPr>
          <w:rFonts w:ascii="Calibri" w:hAnsi="Calibri" w:cs="Calibri"/>
          <w:b/>
          <w:bCs/>
        </w:rPr>
      </w:pPr>
      <w:r w:rsidRPr="005F2932">
        <w:rPr>
          <w:rFonts w:ascii="Calibri" w:hAnsi="Calibri" w:cs="Calibri"/>
          <w:b/>
          <w:bCs/>
        </w:rPr>
        <w:t xml:space="preserve">La seguente scheda viene compilata dal candidato e costituisce a tutti gli effetti documento </w:t>
      </w:r>
      <w:r w:rsidR="005F2932" w:rsidRPr="005F2932">
        <w:rPr>
          <w:rFonts w:ascii="Calibri" w:hAnsi="Calibri" w:cs="Calibri"/>
          <w:b/>
          <w:bCs/>
        </w:rPr>
        <w:t>d</w:t>
      </w:r>
      <w:r w:rsidRPr="005F2932">
        <w:rPr>
          <w:rFonts w:ascii="Calibri" w:hAnsi="Calibri" w:cs="Calibri"/>
          <w:b/>
          <w:bCs/>
        </w:rPr>
        <w:t xml:space="preserve">i autocertificazione ai sensi ex art </w:t>
      </w:r>
      <w:r w:rsidR="005F2932" w:rsidRPr="005F2932">
        <w:rPr>
          <w:rFonts w:ascii="Calibri" w:hAnsi="Calibri" w:cs="Calibri"/>
          <w:b/>
          <w:bCs/>
        </w:rPr>
        <w:t>46 e 47 del DPR n. 445/2000.</w:t>
      </w:r>
    </w:p>
    <w:p w14:paraId="446FF17D" w14:textId="3DE5F593" w:rsidR="00517347" w:rsidRPr="00F75B6E" w:rsidRDefault="00517347" w:rsidP="00517347">
      <w:pPr>
        <w:pStyle w:val="Nessunaspaziatura"/>
        <w:rPr>
          <w:sz w:val="16"/>
          <w:szCs w:val="16"/>
        </w:rPr>
      </w:pPr>
    </w:p>
    <w:p w14:paraId="151CA987" w14:textId="58B2C586" w:rsidR="005F2932" w:rsidRDefault="00517347" w:rsidP="00517347">
      <w:pPr>
        <w:pStyle w:val="Nessunaspaziatura"/>
      </w:pPr>
      <w:r>
        <w:t>Il/la sottoscritto/a:</w:t>
      </w:r>
      <w:r w:rsidR="005B261E">
        <w:t xml:space="preserve"> </w:t>
      </w:r>
      <w:r w:rsidR="005B261E"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5B261E">
        <w:instrText xml:space="preserve"> FORMTEXT </w:instrText>
      </w:r>
      <w:r w:rsidR="005B261E">
        <w:fldChar w:fldCharType="separate"/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fldChar w:fldCharType="end"/>
      </w:r>
      <w:bookmarkEnd w:id="0"/>
      <w:r w:rsidR="005B261E">
        <w:t xml:space="preserve"> </w:t>
      </w:r>
      <w:r>
        <w:t>nato/</w:t>
      </w:r>
      <w:proofErr w:type="gramStart"/>
      <w:r>
        <w:t xml:space="preserve">a  </w:t>
      </w:r>
      <w:proofErr w:type="spellStart"/>
      <w:r>
        <w:t>a</w:t>
      </w:r>
      <w:proofErr w:type="spellEnd"/>
      <w:proofErr w:type="gramEnd"/>
      <w:r w:rsidR="005B261E">
        <w:t xml:space="preserve"> </w:t>
      </w:r>
      <w:r w:rsidR="005B261E">
        <w:fldChar w:fldCharType="begin">
          <w:ffData>
            <w:name w:val="Testo1"/>
            <w:enabled/>
            <w:calcOnExit w:val="0"/>
            <w:textInput/>
          </w:ffData>
        </w:fldChar>
      </w:r>
      <w:r w:rsidR="005B261E">
        <w:instrText xml:space="preserve"> FORMTEXT </w:instrText>
      </w:r>
      <w:r w:rsidR="005B261E">
        <w:fldChar w:fldCharType="separate"/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fldChar w:fldCharType="end"/>
      </w:r>
      <w:r w:rsidR="005B261E">
        <w:t xml:space="preserve"> </w:t>
      </w:r>
      <w:r>
        <w:t xml:space="preserve"> </w:t>
      </w:r>
      <w:r w:rsidR="005B261E">
        <w:t xml:space="preserve">(prov. </w:t>
      </w:r>
      <w:r w:rsidR="005B261E">
        <w:fldChar w:fldCharType="begin">
          <w:ffData>
            <w:name w:val="Testo1"/>
            <w:enabled/>
            <w:calcOnExit w:val="0"/>
            <w:textInput/>
          </w:ffData>
        </w:fldChar>
      </w:r>
      <w:r w:rsidR="005B261E">
        <w:instrText xml:space="preserve"> FORMTEXT </w:instrText>
      </w:r>
      <w:r w:rsidR="005B261E">
        <w:fldChar w:fldCharType="separate"/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fldChar w:fldCharType="end"/>
      </w:r>
      <w:r w:rsidR="005B261E">
        <w:t xml:space="preserve">) </w:t>
      </w:r>
      <w:r>
        <w:t>il</w:t>
      </w:r>
      <w:r w:rsidR="005B261E">
        <w:t xml:space="preserve"> </w:t>
      </w:r>
      <w:r w:rsidR="005B261E">
        <w:fldChar w:fldCharType="begin">
          <w:ffData>
            <w:name w:val="Testo1"/>
            <w:enabled/>
            <w:calcOnExit w:val="0"/>
            <w:textInput/>
          </w:ffData>
        </w:fldChar>
      </w:r>
      <w:r w:rsidR="005B261E">
        <w:instrText xml:space="preserve"> FORMTEXT </w:instrText>
      </w:r>
      <w:r w:rsidR="005B261E">
        <w:fldChar w:fldCharType="separate"/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fldChar w:fldCharType="end"/>
      </w:r>
    </w:p>
    <w:p w14:paraId="46D31BDE" w14:textId="717F0970" w:rsidR="00517347" w:rsidRPr="00517347" w:rsidRDefault="00517347" w:rsidP="00517347">
      <w:pPr>
        <w:pStyle w:val="Nessunaspaziatura"/>
        <w:rPr>
          <w:sz w:val="16"/>
          <w:szCs w:val="16"/>
        </w:rPr>
      </w:pPr>
    </w:p>
    <w:p w14:paraId="4F0AC5D3" w14:textId="4394D0FF" w:rsidR="005B261E" w:rsidRDefault="00517347" w:rsidP="00517347">
      <w:pPr>
        <w:pStyle w:val="Nessunaspaziatura"/>
      </w:pPr>
      <w:r>
        <w:t>Codice Fiscale</w:t>
      </w:r>
      <w:r w:rsidR="005B261E">
        <w:t xml:space="preserve"> </w:t>
      </w:r>
      <w:r w:rsidR="005B261E">
        <w:fldChar w:fldCharType="begin">
          <w:ffData>
            <w:name w:val="Testo1"/>
            <w:enabled/>
            <w:calcOnExit w:val="0"/>
            <w:textInput/>
          </w:ffData>
        </w:fldChar>
      </w:r>
      <w:r w:rsidR="005B261E">
        <w:instrText xml:space="preserve"> FORMTEXT </w:instrText>
      </w:r>
      <w:r w:rsidR="005B261E">
        <w:fldChar w:fldCharType="separate"/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fldChar w:fldCharType="end"/>
      </w:r>
      <w:r w:rsidR="005B261E">
        <w:t xml:space="preserve"> </w:t>
      </w:r>
      <w:r>
        <w:t xml:space="preserve">e </w:t>
      </w:r>
      <w:proofErr w:type="gramStart"/>
      <w:r>
        <w:t>residente  a</w:t>
      </w:r>
      <w:proofErr w:type="gramEnd"/>
      <w:r w:rsidR="005B261E">
        <w:t xml:space="preserve"> </w:t>
      </w:r>
      <w:r w:rsidR="005B261E">
        <w:fldChar w:fldCharType="begin">
          <w:ffData>
            <w:name w:val="Testo1"/>
            <w:enabled/>
            <w:calcOnExit w:val="0"/>
            <w:textInput/>
          </w:ffData>
        </w:fldChar>
      </w:r>
      <w:r w:rsidR="005B261E">
        <w:instrText xml:space="preserve"> FORMTEXT </w:instrText>
      </w:r>
      <w:r w:rsidR="005B261E">
        <w:fldChar w:fldCharType="separate"/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fldChar w:fldCharType="end"/>
      </w:r>
      <w:r w:rsidR="005B261E">
        <w:t xml:space="preserve"> (prov.</w:t>
      </w:r>
      <w:r w:rsidR="005B261E" w:rsidRPr="005B261E">
        <w:t xml:space="preserve"> </w:t>
      </w:r>
      <w:r w:rsidR="005B261E">
        <w:fldChar w:fldCharType="begin">
          <w:ffData>
            <w:name w:val="Testo1"/>
            <w:enabled/>
            <w:calcOnExit w:val="0"/>
            <w:textInput/>
          </w:ffData>
        </w:fldChar>
      </w:r>
      <w:r w:rsidR="005B261E">
        <w:instrText xml:space="preserve"> FORMTEXT </w:instrText>
      </w:r>
      <w:r w:rsidR="005B261E">
        <w:fldChar w:fldCharType="separate"/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fldChar w:fldCharType="end"/>
      </w:r>
      <w:r>
        <w:t xml:space="preserve">  ) via/piazza</w:t>
      </w:r>
      <w:r w:rsidR="005B261E">
        <w:t xml:space="preserve"> </w:t>
      </w:r>
      <w:r w:rsidR="005B261E">
        <w:fldChar w:fldCharType="begin">
          <w:ffData>
            <w:name w:val="Testo1"/>
            <w:enabled/>
            <w:calcOnExit w:val="0"/>
            <w:textInput/>
          </w:ffData>
        </w:fldChar>
      </w:r>
      <w:r w:rsidR="005B261E">
        <w:instrText xml:space="preserve"> FORMTEXT </w:instrText>
      </w:r>
      <w:r w:rsidR="005B261E">
        <w:fldChar w:fldCharType="separate"/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fldChar w:fldCharType="end"/>
      </w:r>
      <w:r w:rsidR="005B261E">
        <w:t xml:space="preserve"> </w:t>
      </w:r>
      <w:r>
        <w:t>n</w:t>
      </w:r>
      <w:r w:rsidR="005B261E">
        <w:t xml:space="preserve">. </w:t>
      </w:r>
      <w:r w:rsidR="005B261E">
        <w:fldChar w:fldCharType="begin">
          <w:ffData>
            <w:name w:val="Testo1"/>
            <w:enabled/>
            <w:calcOnExit w:val="0"/>
            <w:textInput/>
          </w:ffData>
        </w:fldChar>
      </w:r>
      <w:r w:rsidR="005B261E">
        <w:instrText xml:space="preserve"> FORMTEXT </w:instrText>
      </w:r>
      <w:r w:rsidR="005B261E">
        <w:fldChar w:fldCharType="separate"/>
      </w:r>
      <w:r w:rsidR="005B261E">
        <w:t> </w:t>
      </w:r>
      <w:r w:rsidR="005B261E">
        <w:t> </w:t>
      </w:r>
      <w:r w:rsidR="005B261E">
        <w:t> </w:t>
      </w:r>
      <w:r w:rsidR="005B261E">
        <w:t> </w:t>
      </w:r>
      <w:r w:rsidR="005B261E">
        <w:t> </w:t>
      </w:r>
      <w:r w:rsidR="005B261E">
        <w:fldChar w:fldCharType="end"/>
      </w:r>
      <w:r w:rsidR="005B261E">
        <w:t xml:space="preserve"> CAP</w:t>
      </w:r>
      <w:r w:rsidR="005B261E">
        <w:fldChar w:fldCharType="begin">
          <w:ffData>
            <w:name w:val="Testo1"/>
            <w:enabled/>
            <w:calcOnExit w:val="0"/>
            <w:textInput/>
          </w:ffData>
        </w:fldChar>
      </w:r>
      <w:r w:rsidR="005B261E">
        <w:instrText xml:space="preserve"> FORMTEXT </w:instrText>
      </w:r>
      <w:r w:rsidR="005B261E">
        <w:fldChar w:fldCharType="separate"/>
      </w:r>
      <w:r w:rsidR="005B261E">
        <w:t> </w:t>
      </w:r>
      <w:r w:rsidR="005B261E">
        <w:t> </w:t>
      </w:r>
      <w:r w:rsidR="005B261E">
        <w:t> </w:t>
      </w:r>
      <w:r w:rsidR="005B261E">
        <w:t> </w:t>
      </w:r>
      <w:r w:rsidR="005B261E">
        <w:t> </w:t>
      </w:r>
      <w:r w:rsidR="005B261E">
        <w:fldChar w:fldCharType="end"/>
      </w:r>
      <w:r w:rsidR="005B261E">
        <w:t xml:space="preserve"> </w:t>
      </w:r>
    </w:p>
    <w:p w14:paraId="03F1FCA3" w14:textId="66CC1A3C" w:rsidR="00517347" w:rsidRDefault="00517347" w:rsidP="00517347">
      <w:pPr>
        <w:pStyle w:val="Nessunaspaziatura"/>
      </w:pPr>
      <w:r>
        <w:t>tel.</w:t>
      </w:r>
      <w:r w:rsidR="005B261E">
        <w:t xml:space="preserve"> </w:t>
      </w:r>
      <w:r w:rsidR="005B261E">
        <w:fldChar w:fldCharType="begin">
          <w:ffData>
            <w:name w:val="Testo1"/>
            <w:enabled/>
            <w:calcOnExit w:val="0"/>
            <w:textInput/>
          </w:ffData>
        </w:fldChar>
      </w:r>
      <w:r w:rsidR="005B261E">
        <w:instrText xml:space="preserve"> FORMTEXT </w:instrText>
      </w:r>
      <w:r w:rsidR="005B261E">
        <w:fldChar w:fldCharType="separate"/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fldChar w:fldCharType="end"/>
      </w:r>
      <w:r w:rsidR="005B261E">
        <w:t xml:space="preserve"> </w:t>
      </w:r>
      <w:proofErr w:type="gramStart"/>
      <w:r>
        <w:t>e mail</w:t>
      </w:r>
      <w:proofErr w:type="gramEnd"/>
      <w:r w:rsidR="005B261E">
        <w:t xml:space="preserve"> </w:t>
      </w:r>
      <w:r w:rsidR="005B261E">
        <w:fldChar w:fldCharType="begin">
          <w:ffData>
            <w:name w:val="Testo1"/>
            <w:enabled/>
            <w:calcOnExit w:val="0"/>
            <w:textInput/>
          </w:ffData>
        </w:fldChar>
      </w:r>
      <w:r w:rsidR="005B261E">
        <w:instrText xml:space="preserve"> FORMTEXT </w:instrText>
      </w:r>
      <w:r w:rsidR="005B261E">
        <w:fldChar w:fldCharType="separate"/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rPr>
          <w:noProof/>
        </w:rPr>
        <w:t> </w:t>
      </w:r>
      <w:r w:rsidR="005B261E">
        <w:fldChar w:fldCharType="end"/>
      </w:r>
    </w:p>
    <w:p w14:paraId="00A5CC3B" w14:textId="77777777" w:rsidR="00517347" w:rsidRPr="00517347" w:rsidRDefault="00517347" w:rsidP="00F66B24">
      <w:pPr>
        <w:pStyle w:val="Nessunaspaziatura"/>
        <w:rPr>
          <w:b/>
          <w:bCs/>
          <w:sz w:val="16"/>
          <w:szCs w:val="16"/>
        </w:rPr>
      </w:pPr>
    </w:p>
    <w:p w14:paraId="1C926738" w14:textId="77777777" w:rsidR="005B261E" w:rsidRDefault="005B261E" w:rsidP="00517347">
      <w:pPr>
        <w:pStyle w:val="Nessunaspaziatura"/>
        <w:jc w:val="center"/>
        <w:rPr>
          <w:b/>
          <w:bCs/>
        </w:rPr>
      </w:pPr>
    </w:p>
    <w:p w14:paraId="3FC1F453" w14:textId="3053DEAD" w:rsidR="00517347" w:rsidRDefault="00517347" w:rsidP="00517347">
      <w:pPr>
        <w:pStyle w:val="Nessunaspaziatura"/>
        <w:jc w:val="center"/>
        <w:rPr>
          <w:b/>
          <w:bCs/>
        </w:rPr>
      </w:pPr>
      <w:r w:rsidRPr="00517347">
        <w:rPr>
          <w:b/>
          <w:bCs/>
        </w:rPr>
        <w:t>Dichiara quanto segue:</w:t>
      </w:r>
    </w:p>
    <w:p w14:paraId="6B14029F" w14:textId="77777777" w:rsidR="006F68AC" w:rsidRPr="00517347" w:rsidRDefault="006F68AC" w:rsidP="006C478F">
      <w:pPr>
        <w:tabs>
          <w:tab w:val="left" w:pos="8670"/>
        </w:tabs>
        <w:rPr>
          <w:rFonts w:ascii="Calibri" w:hAnsi="Calibri" w:cs="Calibri"/>
          <w:b/>
          <w:bCs/>
          <w:sz w:val="16"/>
          <w:szCs w:val="16"/>
        </w:rPr>
      </w:pPr>
    </w:p>
    <w:tbl>
      <w:tblPr>
        <w:tblW w:w="10207" w:type="dxa"/>
        <w:tblInd w:w="-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7"/>
        <w:gridCol w:w="1276"/>
        <w:gridCol w:w="1134"/>
      </w:tblGrid>
      <w:tr w:rsidR="00C21FE4" w:rsidRPr="0076508A" w14:paraId="08068706" w14:textId="0FBA2017" w:rsidTr="00F75B6E">
        <w:trPr>
          <w:trHeight w:hRule="exact" w:val="43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14:paraId="726DCD79" w14:textId="3B4DA19E" w:rsidR="00C21FE4" w:rsidRPr="0076508A" w:rsidRDefault="00C21FE4" w:rsidP="006C478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jc w:val="center"/>
              <w:rPr>
                <w:rFonts w:ascii="Garamond" w:eastAsia="Times New Roman" w:hAnsi="Garamond" w:cs="Garamond"/>
                <w:b/>
                <w:bCs/>
                <w:lang w:eastAsia="it-IT"/>
                <w14:ligatures w14:val="none"/>
              </w:rPr>
            </w:pPr>
            <w:r w:rsidRPr="0076508A">
              <w:rPr>
                <w:rFonts w:ascii="Garamond" w:eastAsia="Times New Roman" w:hAnsi="Garamond" w:cs="Garamond"/>
                <w:b/>
                <w:bCs/>
                <w:lang w:eastAsia="it-IT"/>
                <w14:ligatures w14:val="none"/>
              </w:rPr>
              <w:t>T</w:t>
            </w:r>
            <w:r w:rsidRPr="0076508A">
              <w:rPr>
                <w:rFonts w:ascii="Garamond" w:eastAsia="Times New Roman" w:hAnsi="Garamond" w:cs="Garamond"/>
                <w:b/>
                <w:bCs/>
                <w:spacing w:val="1"/>
                <w:lang w:eastAsia="it-IT"/>
                <w14:ligatures w14:val="none"/>
              </w:rPr>
              <w:t>I</w:t>
            </w:r>
            <w:r w:rsidRPr="0076508A">
              <w:rPr>
                <w:rFonts w:ascii="Garamond" w:eastAsia="Times New Roman" w:hAnsi="Garamond" w:cs="Garamond"/>
                <w:b/>
                <w:bCs/>
                <w:lang w:eastAsia="it-IT"/>
                <w14:ligatures w14:val="none"/>
              </w:rPr>
              <w:t>TO</w:t>
            </w:r>
            <w:r w:rsidRPr="0076508A">
              <w:rPr>
                <w:rFonts w:ascii="Garamond" w:eastAsia="Times New Roman" w:hAnsi="Garamond" w:cs="Garamond"/>
                <w:b/>
                <w:bCs/>
                <w:spacing w:val="-2"/>
                <w:lang w:eastAsia="it-IT"/>
                <w14:ligatures w14:val="none"/>
              </w:rPr>
              <w:t>L</w:t>
            </w:r>
            <w:r w:rsidRPr="0076508A">
              <w:rPr>
                <w:rFonts w:ascii="Garamond" w:eastAsia="Times New Roman" w:hAnsi="Garamond" w:cs="Garamond"/>
                <w:b/>
                <w:bCs/>
                <w:lang w:eastAsia="it-IT"/>
                <w14:ligatures w14:val="none"/>
              </w:rPr>
              <w:t>I</w:t>
            </w:r>
          </w:p>
        </w:tc>
      </w:tr>
      <w:tr w:rsidR="006F68AC" w:rsidRPr="000A20EF" w14:paraId="71FA36DC" w14:textId="3D12796A" w:rsidTr="00F66B24">
        <w:trPr>
          <w:trHeight w:hRule="exact" w:val="517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0C7B51B5" w14:textId="75FB1A86" w:rsidR="006F68AC" w:rsidRPr="006C478F" w:rsidRDefault="006F68AC" w:rsidP="0076508A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Times New Roman" w:eastAsia="Times New Roman" w:hAnsi="Times New Roman" w:cs="font247"/>
                <w:b/>
                <w:bCs/>
                <w:lang w:eastAsia="it-IT"/>
                <w14:ligatures w14:val="none"/>
              </w:rPr>
            </w:pPr>
            <w:r w:rsidRPr="006C478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Diploma di Scuola Secondaria di II Grado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35542B6A" w14:textId="5AED5301" w:rsidR="006F68AC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Punteggio autodichiarato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08C8B40C" w14:textId="4847F39B" w:rsidR="006F68AC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proofErr w:type="gramStart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Verifica  per</w:t>
            </w:r>
            <w:proofErr w:type="gramEnd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ammin.</w:t>
            </w:r>
          </w:p>
        </w:tc>
      </w:tr>
      <w:tr w:rsidR="006F68AC" w:rsidRPr="000A20EF" w14:paraId="3F5B79AB" w14:textId="16AFF05A" w:rsidTr="00CF0AEF">
        <w:trPr>
          <w:trHeight w:hRule="exact" w:val="148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E268" w14:textId="77777777" w:rsidR="006F68AC" w:rsidRPr="000A20EF" w:rsidRDefault="006F68AC" w:rsidP="009E367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0A20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Votazione </w:t>
            </w:r>
          </w:p>
          <w:p w14:paraId="61178007" w14:textId="5B52B46D" w:rsidR="006F68AC" w:rsidRPr="000A20EF" w:rsidRDefault="006F68AC" w:rsidP="009E367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0A20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Da 60 a 75 ……………….   </w:t>
            </w:r>
            <w:proofErr w:type="gramStart"/>
            <w:r w:rsidRPr="000A20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5</w:t>
            </w:r>
            <w:proofErr w:type="gramEnd"/>
            <w:r w:rsidRPr="000A20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punti</w:t>
            </w:r>
          </w:p>
          <w:p w14:paraId="5D977AFC" w14:textId="7A0ABED0" w:rsidR="006F68AC" w:rsidRPr="000A20EF" w:rsidRDefault="006F68AC" w:rsidP="009E367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0A20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da 76 a 85</w:t>
            </w:r>
            <w:proofErr w:type="gramStart"/>
            <w:r w:rsidRPr="000A20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..</w:t>
            </w:r>
            <w:proofErr w:type="gramEnd"/>
            <w:r w:rsidRPr="000A20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…………….  </w:t>
            </w:r>
            <w:proofErr w:type="gramStart"/>
            <w:r w:rsidRPr="000A20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10</w:t>
            </w:r>
            <w:proofErr w:type="gramEnd"/>
            <w:r w:rsidRPr="000A20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punti</w:t>
            </w:r>
          </w:p>
          <w:p w14:paraId="7E01D08A" w14:textId="40DEC51C" w:rsidR="006F68AC" w:rsidRDefault="006F68AC" w:rsidP="000E5F71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0A20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da 86 a 100 ……………… 15 punti</w:t>
            </w:r>
          </w:p>
          <w:p w14:paraId="598B6BD2" w14:textId="77777777" w:rsidR="006F68AC" w:rsidRPr="000A20EF" w:rsidRDefault="006F68AC" w:rsidP="000A20EF">
            <w:pPr>
              <w:pStyle w:val="Nessunaspaziatura"/>
              <w:rPr>
                <w:sz w:val="12"/>
                <w:szCs w:val="12"/>
                <w:lang w:eastAsia="ar-SA"/>
              </w:rPr>
            </w:pPr>
          </w:p>
          <w:p w14:paraId="5CF508B2" w14:textId="1C3296B8" w:rsidR="006F68AC" w:rsidRPr="000A20EF" w:rsidRDefault="006F68AC" w:rsidP="000A20EF">
            <w:pPr>
              <w:pStyle w:val="Nessunaspaziatura"/>
              <w:rPr>
                <w:lang w:eastAsia="ar-SA"/>
              </w:rPr>
            </w:pPr>
            <w:r w:rsidRPr="000A20EF">
              <w:rPr>
                <w:sz w:val="20"/>
                <w:szCs w:val="20"/>
                <w:lang w:eastAsia="ar-SA"/>
              </w:rPr>
              <w:t>la valutazione dei diplomi espressa in 60/60 sarà converta in 100/100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11A5" w14:textId="7D4DEE6A" w:rsidR="006F68AC" w:rsidRPr="00C21FE4" w:rsidRDefault="005B261E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instrText xml:space="preserve"> FORMTEXT </w:instrTex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fldChar w:fldCharType="separate"/>
            </w:r>
            <w:r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eastAsia="ar-SA"/>
                <w14:ligatures w14:val="none"/>
              </w:rPr>
              <w:t> </w:t>
            </w:r>
            <w:r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eastAsia="ar-SA"/>
                <w14:ligatures w14:val="none"/>
              </w:rPr>
              <w:t> </w:t>
            </w:r>
            <w:r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eastAsia="ar-SA"/>
                <w14:ligatures w14:val="none"/>
              </w:rPr>
              <w:t> </w:t>
            </w:r>
            <w:r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eastAsia="ar-SA"/>
                <w14:ligatures w14:val="none"/>
              </w:rPr>
              <w:t> </w:t>
            </w:r>
            <w:r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eastAsia="ar-SA"/>
                <w14:ligatures w14:val="none"/>
              </w:rPr>
              <w:t> 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fldChar w:fldCharType="end"/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64D0" w14:textId="77777777" w:rsidR="006F68AC" w:rsidRPr="00C21FE4" w:rsidRDefault="006F68AC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C21FE4" w:rsidRPr="000A20EF" w14:paraId="5EB6C518" w14:textId="77777777" w:rsidTr="005B261E">
        <w:trPr>
          <w:trHeight w:hRule="exact" w:val="53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6931F128" w14:textId="6C19840A" w:rsidR="00C21FE4" w:rsidRPr="00F66B24" w:rsidRDefault="00F75B6E" w:rsidP="00F75B6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Titolo </w:t>
            </w:r>
            <w:r w:rsidR="00F66B24" w:rsidRPr="00F66B24">
              <w:rPr>
                <w:rFonts w:ascii="Calibri" w:hAnsi="Calibri" w:cs="Calibri"/>
                <w:b/>
                <w:bCs/>
                <w:sz w:val="20"/>
                <w:szCs w:val="20"/>
              </w:rPr>
              <w:t>specific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</w:t>
            </w:r>
            <w:r w:rsidR="00F66B24" w:rsidRPr="00F66B2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per </w:t>
            </w:r>
            <w:r w:rsidR="00F66B24" w:rsidRPr="00F66B2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insegna</w:t>
            </w:r>
            <w:r w:rsidR="00F66B2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m</w:t>
            </w:r>
            <w:r w:rsidR="00F66B24" w:rsidRPr="00F66B2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ento </w:t>
            </w:r>
            <w:r w:rsidR="005B261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Classe di Concorso richiesta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3BFD71F5" w14:textId="72F2C7BD" w:rsidR="00C21FE4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Punteggio autodichiarato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0509A976" w14:textId="339AFB22" w:rsidR="00C21FE4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proofErr w:type="gramStart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Verifica  per</w:t>
            </w:r>
            <w:proofErr w:type="gramEnd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ammin.</w:t>
            </w:r>
          </w:p>
        </w:tc>
      </w:tr>
      <w:tr w:rsidR="006F68AC" w:rsidRPr="000A20EF" w14:paraId="57F02E05" w14:textId="77777777" w:rsidTr="00CF0AEF">
        <w:trPr>
          <w:trHeight w:hRule="exact" w:val="150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F103" w14:textId="77777777" w:rsidR="00CF0AEF" w:rsidRPr="00CF0AEF" w:rsidRDefault="00CF0AEF" w:rsidP="00CF0AE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Votazione </w:t>
            </w:r>
          </w:p>
          <w:p w14:paraId="0BE9F07C" w14:textId="3EFAD303" w:rsidR="00CF0AEF" w:rsidRPr="00CF0AEF" w:rsidRDefault="00CF0AEF" w:rsidP="00CF0AE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Da 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66</w:t>
            </w:r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a 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80</w:t>
            </w:r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………………. 20 punti</w:t>
            </w:r>
          </w:p>
          <w:p w14:paraId="28BB8A35" w14:textId="355C2E0F" w:rsidR="00CF0AEF" w:rsidRPr="00CF0AEF" w:rsidRDefault="00CF0AEF" w:rsidP="00CF0AE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da 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81</w:t>
            </w:r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a 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90</w:t>
            </w:r>
            <w:proofErr w:type="gramStart"/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..</w:t>
            </w:r>
            <w:proofErr w:type="gramEnd"/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…………….  25 punti</w:t>
            </w:r>
          </w:p>
          <w:p w14:paraId="3DB1DFD5" w14:textId="3953875B" w:rsidR="00CF0AEF" w:rsidRPr="00CF0AEF" w:rsidRDefault="00CF0AEF" w:rsidP="00CF0AE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da 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91</w:t>
            </w:r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a 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100</w:t>
            </w:r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………………  30 punti</w:t>
            </w:r>
          </w:p>
          <w:p w14:paraId="0211B740" w14:textId="1B787C4D" w:rsidR="006F68AC" w:rsidRPr="000A20EF" w:rsidRDefault="00CF0AEF" w:rsidP="00CF0AE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da 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101</w:t>
            </w:r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a 1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1</w:t>
            </w:r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0…………</w:t>
            </w:r>
            <w:proofErr w:type="gramStart"/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…….</w:t>
            </w:r>
            <w:proofErr w:type="gramEnd"/>
            <w:r w:rsidRPr="00CF0A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35 punti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C247" w14:textId="3B126857" w:rsidR="006F68AC" w:rsidRPr="00C21FE4" w:rsidRDefault="005B261E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instrText xml:space="preserve"> FORMTEXT </w:instrTex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fldChar w:fldCharType="separate"/>
            </w:r>
            <w:r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eastAsia="ar-SA"/>
                <w14:ligatures w14:val="none"/>
              </w:rPr>
              <w:t> </w:t>
            </w:r>
            <w:r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eastAsia="ar-SA"/>
                <w14:ligatures w14:val="none"/>
              </w:rPr>
              <w:t> </w:t>
            </w:r>
            <w:r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eastAsia="ar-SA"/>
                <w14:ligatures w14:val="none"/>
              </w:rPr>
              <w:t> </w:t>
            </w:r>
            <w:r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eastAsia="ar-SA"/>
                <w14:ligatures w14:val="none"/>
              </w:rPr>
              <w:t> </w:t>
            </w:r>
            <w:r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eastAsia="ar-SA"/>
                <w14:ligatures w14:val="none"/>
              </w:rPr>
              <w:t> 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fldChar w:fldCharType="end"/>
            </w:r>
            <w:bookmarkEnd w:id="2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0831" w14:textId="77777777" w:rsidR="006F68AC" w:rsidRPr="00C21FE4" w:rsidRDefault="006F68AC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F66B24" w:rsidRPr="000A20EF" w14:paraId="5707BB99" w14:textId="77777777" w:rsidTr="00CF0AEF">
        <w:trPr>
          <w:trHeight w:hRule="exact" w:val="141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</w:tcPr>
          <w:p w14:paraId="6E1DAB13" w14:textId="1DFD4660" w:rsidR="00F66B24" w:rsidRPr="00F66B24" w:rsidRDefault="00F66B24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F66B24">
              <w:rPr>
                <w:rFonts w:ascii="Calibri" w:hAnsi="Calibri" w:cs="Calibri"/>
                <w:b/>
                <w:bCs/>
                <w:sz w:val="20"/>
                <w:szCs w:val="20"/>
              </w:rPr>
              <w:t>Laurea magistrale, vecchio/nuovo ordinamento o laurea equivalente generica diversa dal titolo di accesso richiesto per l’insegnamento della specifica classe di Concorso (sarà</w:t>
            </w:r>
            <w:r w:rsidR="00F75B6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F66B2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comunque preferito a quest’ultimo il candidato che presenterà </w:t>
            </w:r>
            <w:r w:rsidR="00AA48A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laurea </w:t>
            </w:r>
            <w:r w:rsidRPr="00F66B24">
              <w:rPr>
                <w:rFonts w:ascii="Calibri" w:hAnsi="Calibri" w:cs="Calibri"/>
                <w:b/>
                <w:bCs/>
                <w:sz w:val="20"/>
                <w:szCs w:val="20"/>
              </w:rPr>
              <w:t>specific</w:t>
            </w:r>
            <w:r w:rsidR="00AA48AB"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Pr="00F66B2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che costituisce titolo di accesso come da tabelle pubblicate sulla gazzetta ufficiale: </w:t>
            </w:r>
            <w:hyperlink r:id="rId9" w:history="1">
              <w:r w:rsidR="00CF0AEF" w:rsidRPr="009F7440">
                <w:rPr>
                  <w:rStyle w:val="Collegamentoipertestuale"/>
                  <w:rFonts w:ascii="Calibri" w:hAnsi="Calibri" w:cs="Calibri"/>
                  <w:b/>
                  <w:bCs/>
                  <w:sz w:val="20"/>
                  <w:szCs w:val="20"/>
                </w:rPr>
                <w:t>https://www.gazzettaufficiale.it/eli/gu/2024/02/10/34/sg/pdf</w:t>
              </w:r>
            </w:hyperlink>
            <w:r w:rsidR="00CF0AE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</w:tcPr>
          <w:p w14:paraId="0338EE11" w14:textId="41F9FE98" w:rsidR="00F66B24" w:rsidRPr="00C21FE4" w:rsidRDefault="00CF0AEF" w:rsidP="00CF0AE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F0A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Punteggio autodichiarato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</w:tcPr>
          <w:p w14:paraId="3A11C6E3" w14:textId="0F2792C5" w:rsidR="00F66B24" w:rsidRPr="00C21FE4" w:rsidRDefault="00CF0AEF" w:rsidP="00CF0AE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proofErr w:type="gramStart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Verifica  per</w:t>
            </w:r>
            <w:proofErr w:type="gramEnd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ammin.</w:t>
            </w:r>
          </w:p>
        </w:tc>
      </w:tr>
      <w:tr w:rsidR="00CF0AEF" w:rsidRPr="000A20EF" w14:paraId="16B6309C" w14:textId="77777777" w:rsidTr="00CF0AEF">
        <w:trPr>
          <w:trHeight w:hRule="exact" w:val="134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D409" w14:textId="45088393" w:rsidR="00CF0AEF" w:rsidRPr="00CF0AEF" w:rsidRDefault="00CF0AEF" w:rsidP="00CF0AE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hAnsi="Calibri" w:cs="Calibri"/>
                <w:sz w:val="20"/>
                <w:szCs w:val="20"/>
              </w:rPr>
            </w:pPr>
            <w:r w:rsidRPr="00CF0AEF">
              <w:rPr>
                <w:rFonts w:ascii="Calibri" w:hAnsi="Calibri" w:cs="Calibri"/>
                <w:sz w:val="20"/>
                <w:szCs w:val="20"/>
              </w:rPr>
              <w:t>Votazione</w:t>
            </w:r>
          </w:p>
          <w:p w14:paraId="4E25B022" w14:textId="77777777" w:rsidR="00CF0AEF" w:rsidRPr="00CF0AEF" w:rsidRDefault="00CF0AEF" w:rsidP="00CF0AE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hAnsi="Calibri" w:cs="Calibri"/>
                <w:sz w:val="20"/>
                <w:szCs w:val="20"/>
              </w:rPr>
            </w:pPr>
            <w:r w:rsidRPr="00CF0AEF">
              <w:rPr>
                <w:rFonts w:ascii="Calibri" w:hAnsi="Calibri" w:cs="Calibri"/>
                <w:sz w:val="20"/>
                <w:szCs w:val="20"/>
              </w:rPr>
              <w:t xml:space="preserve">fino a </w:t>
            </w:r>
            <w:proofErr w:type="gramStart"/>
            <w:r w:rsidRPr="00CF0AEF">
              <w:rPr>
                <w:rFonts w:ascii="Calibri" w:hAnsi="Calibri" w:cs="Calibri"/>
                <w:sz w:val="20"/>
                <w:szCs w:val="20"/>
              </w:rPr>
              <w:t>95  …</w:t>
            </w:r>
            <w:proofErr w:type="gramEnd"/>
            <w:r w:rsidRPr="00CF0AEF">
              <w:rPr>
                <w:rFonts w:ascii="Calibri" w:hAnsi="Calibri" w:cs="Calibri"/>
                <w:sz w:val="20"/>
                <w:szCs w:val="20"/>
              </w:rPr>
              <w:t>……</w:t>
            </w:r>
            <w:proofErr w:type="gramStart"/>
            <w:r w:rsidRPr="00CF0AEF">
              <w:rPr>
                <w:rFonts w:ascii="Calibri" w:hAnsi="Calibri" w:cs="Calibri"/>
                <w:sz w:val="20"/>
                <w:szCs w:val="20"/>
              </w:rPr>
              <w:t>…….</w:t>
            </w:r>
            <w:proofErr w:type="gramEnd"/>
            <w:r w:rsidRPr="00CF0AEF">
              <w:rPr>
                <w:rFonts w:ascii="Calibri" w:hAnsi="Calibri" w:cs="Calibri"/>
                <w:sz w:val="20"/>
                <w:szCs w:val="20"/>
              </w:rPr>
              <w:t xml:space="preserve">.…     </w:t>
            </w:r>
            <w:proofErr w:type="gramStart"/>
            <w:r w:rsidRPr="00CF0AEF">
              <w:rPr>
                <w:rFonts w:ascii="Calibri" w:hAnsi="Calibri" w:cs="Calibri"/>
                <w:sz w:val="20"/>
                <w:szCs w:val="20"/>
              </w:rPr>
              <w:t>5</w:t>
            </w:r>
            <w:proofErr w:type="gramEnd"/>
            <w:r w:rsidRPr="00CF0AEF">
              <w:rPr>
                <w:rFonts w:ascii="Calibri" w:hAnsi="Calibri" w:cs="Calibri"/>
                <w:sz w:val="20"/>
                <w:szCs w:val="20"/>
              </w:rPr>
              <w:t xml:space="preserve"> punti</w:t>
            </w:r>
          </w:p>
          <w:p w14:paraId="16E2DAA0" w14:textId="77777777" w:rsidR="00CF0AEF" w:rsidRPr="00CF0AEF" w:rsidRDefault="00CF0AEF" w:rsidP="00CF0AE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hAnsi="Calibri" w:cs="Calibri"/>
                <w:sz w:val="20"/>
                <w:szCs w:val="20"/>
              </w:rPr>
            </w:pPr>
            <w:r w:rsidRPr="00CF0AEF">
              <w:rPr>
                <w:rFonts w:ascii="Calibri" w:hAnsi="Calibri" w:cs="Calibri"/>
                <w:sz w:val="20"/>
                <w:szCs w:val="20"/>
              </w:rPr>
              <w:t>da 96 a 104 ……</w:t>
            </w:r>
            <w:proofErr w:type="gramStart"/>
            <w:r w:rsidRPr="00CF0AEF">
              <w:rPr>
                <w:rFonts w:ascii="Calibri" w:hAnsi="Calibri" w:cs="Calibri"/>
                <w:sz w:val="20"/>
                <w:szCs w:val="20"/>
              </w:rPr>
              <w:t>…….</w:t>
            </w:r>
            <w:proofErr w:type="gramEnd"/>
            <w:r w:rsidRPr="00CF0AEF">
              <w:rPr>
                <w:rFonts w:ascii="Calibri" w:hAnsi="Calibri" w:cs="Calibri"/>
                <w:sz w:val="20"/>
                <w:szCs w:val="20"/>
              </w:rPr>
              <w:t xml:space="preserve">.     </w:t>
            </w:r>
            <w:proofErr w:type="gramStart"/>
            <w:r w:rsidRPr="00CF0AEF">
              <w:rPr>
                <w:rFonts w:ascii="Calibri" w:hAnsi="Calibri" w:cs="Calibri"/>
                <w:sz w:val="20"/>
                <w:szCs w:val="20"/>
              </w:rPr>
              <w:t>10</w:t>
            </w:r>
            <w:proofErr w:type="gramEnd"/>
            <w:r w:rsidRPr="00CF0AEF">
              <w:rPr>
                <w:rFonts w:ascii="Calibri" w:hAnsi="Calibri" w:cs="Calibri"/>
                <w:sz w:val="20"/>
                <w:szCs w:val="20"/>
              </w:rPr>
              <w:t xml:space="preserve"> punti</w:t>
            </w:r>
          </w:p>
          <w:p w14:paraId="45F40A39" w14:textId="17E9F08A" w:rsidR="00CF0AEF" w:rsidRPr="00CF0AEF" w:rsidRDefault="00CF0AEF" w:rsidP="00CF0AE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hAnsi="Calibri" w:cs="Calibri"/>
                <w:sz w:val="20"/>
                <w:szCs w:val="20"/>
              </w:rPr>
            </w:pPr>
            <w:r w:rsidRPr="00CF0AEF">
              <w:rPr>
                <w:rFonts w:ascii="Calibri" w:hAnsi="Calibri" w:cs="Calibri"/>
                <w:sz w:val="20"/>
                <w:szCs w:val="20"/>
              </w:rPr>
              <w:t>da 105 a 110 e lode……15 punti</w:t>
            </w:r>
          </w:p>
          <w:p w14:paraId="2F4C5D0C" w14:textId="77777777" w:rsidR="00CF0AEF" w:rsidRDefault="00CF0AEF" w:rsidP="00CF0AE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FC32A90" w14:textId="77777777" w:rsidR="00CF0AEF" w:rsidRPr="00CF0AEF" w:rsidRDefault="00CF0AEF" w:rsidP="00CF0AE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24B6482" w14:textId="77777777" w:rsidR="00CF0AEF" w:rsidRPr="00F66B24" w:rsidRDefault="00CF0AEF" w:rsidP="00F66B2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B941" w14:textId="4218E16B" w:rsidR="00CF0AEF" w:rsidRPr="00915485" w:rsidRDefault="005B261E" w:rsidP="00F66B2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</w:pPr>
            <w: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A6EA" w14:textId="77777777" w:rsidR="00CF0AEF" w:rsidRPr="00915485" w:rsidRDefault="00CF0AEF" w:rsidP="00F66B2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</w:pPr>
          </w:p>
        </w:tc>
      </w:tr>
      <w:tr w:rsidR="00C21FE4" w:rsidRPr="000A20EF" w14:paraId="24BEA9BD" w14:textId="77777777" w:rsidTr="00E014B4">
        <w:trPr>
          <w:trHeight w:hRule="exact" w:val="71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5B2BFC54" w14:textId="13A98C92" w:rsidR="00C21FE4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lastRenderedPageBreak/>
              <w:t xml:space="preserve">Altre specializzazioni universitarie Biennali/triennali </w:t>
            </w:r>
            <w:proofErr w:type="gramStart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post laurea</w:t>
            </w:r>
            <w:proofErr w:type="gramEnd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magistrale o vecchio ordinamento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o laurea equivalente</w:t>
            </w:r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: (max n. 2 titoli – 2,5 punti per titolo)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417C0DE3" w14:textId="19BB9E9D" w:rsidR="00C21FE4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Punteggio autodichiarato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4F2DA278" w14:textId="3100774C" w:rsidR="00C21FE4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proofErr w:type="gramStart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Verifica  per</w:t>
            </w:r>
            <w:proofErr w:type="gramEnd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ammin</w:t>
            </w:r>
          </w:p>
        </w:tc>
      </w:tr>
      <w:tr w:rsidR="00C21FE4" w:rsidRPr="000A20EF" w14:paraId="3533EEFD" w14:textId="77777777" w:rsidTr="00D26457">
        <w:trPr>
          <w:trHeight w:hRule="exact" w:val="771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56D8" w14:textId="77777777" w:rsid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1 ___________________________________</w:t>
            </w:r>
          </w:p>
          <w:p w14:paraId="04FBB68A" w14:textId="250BF75A" w:rsidR="00C21FE4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n.2  _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__________________________________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8767" w14:textId="144F077C" w:rsidR="00C21FE4" w:rsidRPr="000A20EF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47E4" w14:textId="77777777" w:rsidR="00C21FE4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C21FE4" w:rsidRPr="000A20EF" w14:paraId="3E3DF0E7" w14:textId="77777777" w:rsidTr="00E014B4">
        <w:trPr>
          <w:trHeight w:hRule="exact" w:val="55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2E2B4DE8" w14:textId="61BCAF7E" w:rsidR="00C21FE4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Corsi di perfezionamento </w:t>
            </w:r>
            <w:proofErr w:type="gramStart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post laurea   (</w:t>
            </w:r>
            <w:proofErr w:type="gramEnd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max n. 2 titoli – 2,5 punti per titolo)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4E587BEC" w14:textId="5149D771" w:rsidR="00C21FE4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Punteggio autodichiarato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3396E0E1" w14:textId="271ABEFB" w:rsidR="00C21FE4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proofErr w:type="gramStart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Verifica  per</w:t>
            </w:r>
            <w:proofErr w:type="gramEnd"/>
            <w:r w:rsidRPr="00C21F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ammin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.</w:t>
            </w:r>
          </w:p>
        </w:tc>
      </w:tr>
      <w:tr w:rsidR="00C21FE4" w:rsidRPr="000A20EF" w14:paraId="7DC084C2" w14:textId="77777777" w:rsidTr="00D26457">
        <w:trPr>
          <w:trHeight w:hRule="exact" w:val="861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C911" w14:textId="0945C799" w:rsidR="00C21FE4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C21FE4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1 ___________________________________</w:t>
            </w:r>
          </w:p>
          <w:p w14:paraId="7B6F0544" w14:textId="44ACBB8B" w:rsidR="00C21FE4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C21FE4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</w:t>
            </w:r>
            <w:r w:rsid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proofErr w:type="gramStart"/>
            <w:r w:rsidRPr="00C21FE4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2  _</w:t>
            </w:r>
            <w:proofErr w:type="gramEnd"/>
            <w:r w:rsidRPr="00C21FE4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__________________________________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F4F1" w14:textId="214DE059" w:rsidR="00C21FE4" w:rsidRPr="00C21FE4" w:rsidRDefault="005B261E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A979" w14:textId="77777777" w:rsidR="00C21FE4" w:rsidRPr="00C21FE4" w:rsidRDefault="00C21FE4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5F2932" w:rsidRPr="000A20EF" w14:paraId="3B2B5959" w14:textId="77777777" w:rsidTr="005B261E">
        <w:trPr>
          <w:trHeight w:hRule="exact" w:val="701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7A474E" w14:textId="77777777" w:rsidR="00D26457" w:rsidRDefault="00D26457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lang w:eastAsia="ar-SA"/>
                <w14:ligatures w14:val="none"/>
              </w:rPr>
            </w:pPr>
          </w:p>
          <w:p w14:paraId="3421BBF0" w14:textId="149C411A" w:rsidR="005F2932" w:rsidRPr="005F2932" w:rsidRDefault="005F2932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5F2932">
              <w:rPr>
                <w:rFonts w:ascii="Calibri" w:eastAsia="Calibri" w:hAnsi="Calibri" w:cs="Calibri"/>
                <w:b/>
                <w:bCs/>
                <w:lang w:eastAsia="ar-SA"/>
                <w14:ligatures w14:val="none"/>
              </w:rPr>
              <w:t>PUNTEGGIO TOTALE</w:t>
            </w:r>
            <w:r>
              <w:rPr>
                <w:rFonts w:ascii="Calibri" w:eastAsia="Calibri" w:hAnsi="Calibri" w:cs="Calibri"/>
                <w:b/>
                <w:bCs/>
                <w:lang w:eastAsia="ar-SA"/>
                <w14:ligatures w14:val="none"/>
              </w:rPr>
              <w:t xml:space="preserve"> </w:t>
            </w:r>
            <w:r w:rsidR="00C20FEB">
              <w:rPr>
                <w:rFonts w:ascii="Calibri" w:eastAsia="Calibri" w:hAnsi="Calibri" w:cs="Calibri"/>
                <w:b/>
                <w:bCs/>
                <w:lang w:eastAsia="ar-SA"/>
                <w14:ligatures w14:val="none"/>
              </w:rPr>
              <w:t xml:space="preserve">TITOLI </w:t>
            </w:r>
            <w:r>
              <w:rPr>
                <w:rFonts w:ascii="Calibri" w:eastAsia="Calibri" w:hAnsi="Calibri" w:cs="Calibri"/>
                <w:b/>
                <w:bCs/>
                <w:lang w:eastAsia="ar-SA"/>
                <w14:ligatures w14:val="none"/>
              </w:rPr>
              <w:t xml:space="preserve">(max 60 </w:t>
            </w:r>
            <w:proofErr w:type="gramStart"/>
            <w:r>
              <w:rPr>
                <w:rFonts w:ascii="Calibri" w:eastAsia="Calibri" w:hAnsi="Calibri" w:cs="Calibri"/>
                <w:b/>
                <w:bCs/>
                <w:lang w:eastAsia="ar-SA"/>
                <w14:ligatures w14:val="none"/>
              </w:rPr>
              <w:t xml:space="preserve">Punti)  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0F8" w14:textId="18F713C8" w:rsidR="005F2932" w:rsidRPr="00C21FE4" w:rsidRDefault="005B261E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D836" w14:textId="77777777" w:rsidR="005F2932" w:rsidRPr="00C21FE4" w:rsidRDefault="005F2932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5B261E" w:rsidRPr="000A20EF" w14:paraId="3D124EF2" w14:textId="77777777" w:rsidTr="005B261E">
        <w:trPr>
          <w:trHeight w:hRule="exact" w:val="701"/>
        </w:trPr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EB25B5" w14:textId="77777777" w:rsidR="005B261E" w:rsidRPr="00C21FE4" w:rsidRDefault="005B261E" w:rsidP="00C21FE4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0" w:line="260" w:lineRule="exact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8341DF" w:rsidRPr="000A20EF" w14:paraId="52506588" w14:textId="61E15986" w:rsidTr="00D26457">
        <w:trPr>
          <w:trHeight w:hRule="exact" w:val="556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14:paraId="1D345F78" w14:textId="345ED59C" w:rsidR="008341DF" w:rsidRPr="0076508A" w:rsidRDefault="008341DF" w:rsidP="00F75B6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  <w:lang w:eastAsia="it-IT"/>
                <w14:ligatures w14:val="none"/>
              </w:rPr>
            </w:pPr>
            <w:r w:rsidRPr="0076508A">
              <w:rPr>
                <w:rFonts w:ascii="Garamond" w:eastAsia="Times New Roman" w:hAnsi="Garamond" w:cs="Garamond"/>
                <w:b/>
                <w:bCs/>
                <w:sz w:val="22"/>
                <w:szCs w:val="22"/>
                <w:lang w:eastAsia="it-IT"/>
                <w14:ligatures w14:val="none"/>
              </w:rPr>
              <w:t>COM</w:t>
            </w:r>
            <w:r w:rsidRPr="0076508A">
              <w:rPr>
                <w:rFonts w:ascii="Garamond" w:eastAsia="Times New Roman" w:hAnsi="Garamond" w:cs="Garamond"/>
                <w:b/>
                <w:bCs/>
                <w:spacing w:val="-1"/>
                <w:sz w:val="22"/>
                <w:szCs w:val="22"/>
                <w:lang w:eastAsia="it-IT"/>
                <w14:ligatures w14:val="none"/>
              </w:rPr>
              <w:t>P</w:t>
            </w:r>
            <w:r w:rsidRPr="0076508A">
              <w:rPr>
                <w:rFonts w:ascii="Garamond" w:eastAsia="Times New Roman" w:hAnsi="Garamond" w:cs="Garamond"/>
                <w:b/>
                <w:bCs/>
                <w:sz w:val="22"/>
                <w:szCs w:val="22"/>
                <w:lang w:eastAsia="it-IT"/>
                <w14:ligatures w14:val="none"/>
              </w:rPr>
              <w:t>ETENZE</w:t>
            </w:r>
          </w:p>
        </w:tc>
      </w:tr>
      <w:tr w:rsidR="006F68AC" w:rsidRPr="000A20EF" w14:paraId="00527818" w14:textId="7D3F46BF" w:rsidTr="00D26457">
        <w:trPr>
          <w:trHeight w:val="969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hideMark/>
          </w:tcPr>
          <w:p w14:paraId="52526283" w14:textId="4CF7CFFE" w:rsidR="00C20FEB" w:rsidRPr="00C20FEB" w:rsidRDefault="00C20FEB" w:rsidP="00C20FEB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0FE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  <w14:ligatures w14:val="none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  <w14:ligatures w14:val="none"/>
              </w:rPr>
              <w:t xml:space="preserve"> </w:t>
            </w:r>
            <w:r w:rsidRPr="00C20FE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  <w14:ligatures w14:val="none"/>
              </w:rPr>
              <w:t xml:space="preserve">1   </w:t>
            </w:r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Esperienza come docente per la specifica classe di concorso in istituti per la pubblica </w:t>
            </w:r>
          </w:p>
          <w:p w14:paraId="5088C2F2" w14:textId="77777777" w:rsidR="00C20FEB" w:rsidRDefault="00C20FEB" w:rsidP="00C20FEB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rPr>
                <w:rFonts w:ascii="Calibri" w:eastAsia="Calibri" w:hAnsi="Calibri" w:cs="font247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     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 </w:t>
            </w:r>
            <w:proofErr w:type="gramStart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istruzione</w:t>
            </w:r>
            <w:r w:rsidR="0051353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="006F68AC" w:rsidRPr="00C20FEB">
              <w:rPr>
                <w:rFonts w:ascii="Calibri" w:eastAsia="Calibri" w:hAnsi="Calibri" w:cs="font247"/>
                <w:b/>
                <w:bCs/>
                <w:sz w:val="20"/>
                <w:szCs w:val="20"/>
                <w:lang w:eastAsia="ar-SA"/>
                <w14:ligatures w14:val="none"/>
              </w:rPr>
              <w:t>(</w:t>
            </w:r>
            <w:proofErr w:type="gramEnd"/>
            <w:r w:rsidR="006F68AC" w:rsidRPr="00C20FEB">
              <w:rPr>
                <w:rFonts w:ascii="Calibri" w:eastAsia="Calibri" w:hAnsi="Calibri" w:cs="font247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3 punti per ogni trimestre – max </w:t>
            </w:r>
            <w:r>
              <w:rPr>
                <w:rFonts w:ascii="Calibri" w:eastAsia="Calibri" w:hAnsi="Calibri" w:cs="font247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10 servizi </w:t>
            </w:r>
            <w:proofErr w:type="gramStart"/>
            <w:r>
              <w:rPr>
                <w:rFonts w:ascii="Calibri" w:eastAsia="Calibri" w:hAnsi="Calibri" w:cs="font247"/>
                <w:b/>
                <w:bCs/>
                <w:sz w:val="20"/>
                <w:szCs w:val="20"/>
                <w:lang w:eastAsia="ar-SA"/>
                <w14:ligatures w14:val="none"/>
              </w:rPr>
              <w:t>dichiarabili  –</w:t>
            </w:r>
            <w:proofErr w:type="gramEnd"/>
            <w:r w:rsidR="006F68AC" w:rsidRPr="00C20FEB">
              <w:rPr>
                <w:rFonts w:ascii="Calibri" w:eastAsia="Calibri" w:hAnsi="Calibri" w:cs="font247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punt</w:t>
            </w:r>
            <w:r>
              <w:rPr>
                <w:rFonts w:ascii="Calibri" w:eastAsia="Calibri" w:hAnsi="Calibri" w:cs="font247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eggio max </w:t>
            </w:r>
          </w:p>
          <w:p w14:paraId="3C7574BB" w14:textId="17A36982" w:rsidR="006F68AC" w:rsidRPr="00C20FEB" w:rsidRDefault="00C20FEB" w:rsidP="00C20FEB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rPr>
                <w:rFonts w:ascii="Calibri" w:eastAsia="Calibri" w:hAnsi="Calibri" w:cs="font247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Calibri" w:eastAsia="Calibri" w:hAnsi="Calibri" w:cs="font247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         A1+ A2+ A3 + A4 </w:t>
            </w:r>
            <w:proofErr w:type="gramStart"/>
            <w:r>
              <w:rPr>
                <w:rFonts w:ascii="Calibri" w:eastAsia="Calibri" w:hAnsi="Calibri" w:cs="font247"/>
                <w:b/>
                <w:bCs/>
                <w:sz w:val="20"/>
                <w:szCs w:val="20"/>
                <w:lang w:eastAsia="ar-SA"/>
                <w14:ligatures w14:val="none"/>
              </w:rPr>
              <w:t>=  30</w:t>
            </w:r>
            <w:proofErr w:type="gramEnd"/>
            <w:r>
              <w:rPr>
                <w:rFonts w:ascii="Calibri" w:eastAsia="Calibri" w:hAnsi="Calibri" w:cs="font247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  <w:proofErr w:type="gramStart"/>
            <w:r>
              <w:rPr>
                <w:rFonts w:ascii="Calibri" w:eastAsia="Calibri" w:hAnsi="Calibri" w:cs="font247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Punti </w:t>
            </w:r>
            <w:r w:rsidR="006F68AC" w:rsidRPr="00C20FEB">
              <w:rPr>
                <w:rFonts w:ascii="Calibri" w:eastAsia="Calibri" w:hAnsi="Calibri" w:cs="font247"/>
                <w:b/>
                <w:bCs/>
                <w:sz w:val="20"/>
                <w:szCs w:val="20"/>
                <w:lang w:eastAsia="ar-SA"/>
                <w14:ligatures w14:val="none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20603EDE" w14:textId="54E4EEEC" w:rsidR="006F68A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Punteggio autodichiarato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7F8A0A83" w14:textId="1B79D06C" w:rsidR="006F68A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proofErr w:type="gramStart"/>
            <w:r w:rsidRPr="0051353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Verifica  per</w:t>
            </w:r>
            <w:proofErr w:type="gramEnd"/>
            <w:r w:rsidRPr="0051353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ammin.</w:t>
            </w:r>
          </w:p>
        </w:tc>
      </w:tr>
      <w:tr w:rsidR="0051353C" w:rsidRPr="000A20EF" w14:paraId="336736B0" w14:textId="77777777" w:rsidTr="005B261E">
        <w:trPr>
          <w:trHeight w:val="129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BB1D0" w14:textId="5FCCF2A4" w:rsidR="0051353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n. 1 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  <w:r w:rsidR="005B261E"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n. </w:t>
            </w:r>
            <w:r w:rsidR="005B261E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6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</w:p>
          <w:p w14:paraId="1C812479" w14:textId="330BB061" w:rsidR="0051353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2 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  <w:r w:rsidR="005B261E"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</w:t>
            </w:r>
            <w:r w:rsidR="005B261E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7</w:t>
            </w:r>
            <w:r w:rsidR="005B261E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</w:p>
          <w:p w14:paraId="2160FA5E" w14:textId="41D7AC56" w:rsidR="0051353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3 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  <w:r w:rsidR="005B261E"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8</w:t>
            </w:r>
            <w:r w:rsidR="005B261E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</w:p>
          <w:p w14:paraId="271A03DD" w14:textId="51B070CF" w:rsidR="005B261E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4 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  <w:r w:rsidR="005B261E"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9</w:t>
            </w:r>
            <w:r w:rsidR="005B261E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</w:p>
          <w:p w14:paraId="043B8823" w14:textId="4E9C8A27" w:rsidR="0051353C" w:rsidRPr="0076508A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5 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  <w:r w:rsidR="005B261E"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10</w:t>
            </w:r>
            <w:r w:rsidR="005B261E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26248" w14:textId="760B998B" w:rsidR="0051353C" w:rsidRPr="0051353C" w:rsidRDefault="005B261E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14D81" w14:textId="77777777" w:rsidR="0051353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6F68AC" w:rsidRPr="000A20EF" w14:paraId="19D91DF9" w14:textId="6DC250FA" w:rsidTr="00D26457">
        <w:trPr>
          <w:trHeight w:hRule="exact" w:val="941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hideMark/>
          </w:tcPr>
          <w:p w14:paraId="7A33BBEE" w14:textId="77777777" w:rsidR="00C20FEB" w:rsidRDefault="00C20FEB" w:rsidP="00C20FEB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0FE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  <w14:ligatures w14:val="none"/>
              </w:rPr>
              <w:t>A 2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  </w:t>
            </w:r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Esperienza come docente su diversa classe </w:t>
            </w:r>
            <w:proofErr w:type="gramStart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di  concorso</w:t>
            </w:r>
            <w:proofErr w:type="gramEnd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in istituti per la pubblica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</w:p>
          <w:p w14:paraId="212B8D65" w14:textId="77777777" w:rsidR="00C20FEB" w:rsidRDefault="00C20FEB" w:rsidP="00C20FEB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  <w14:ligatures w14:val="none"/>
              </w:rPr>
              <w:t xml:space="preserve">         </w:t>
            </w:r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I</w:t>
            </w:r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struzione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  <w:proofErr w:type="gramStart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( 1</w:t>
            </w:r>
            <w:proofErr w:type="gramEnd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,5 punti per ogni trimestre di insegnamento</w:t>
            </w:r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– max 10 servizi </w:t>
            </w:r>
            <w:proofErr w:type="gramStart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dichiarabili  –</w:t>
            </w:r>
            <w:proofErr w:type="gramEnd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</w:p>
          <w:p w14:paraId="1FA28107" w14:textId="578D318F" w:rsidR="006F68AC" w:rsidRPr="00C20FEB" w:rsidRDefault="00C20FEB" w:rsidP="00C20FEB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         </w:t>
            </w:r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punteggio max A1+ A2+ A3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+</w:t>
            </w:r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A4 </w:t>
            </w:r>
            <w:proofErr w:type="gramStart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=  30</w:t>
            </w:r>
            <w:proofErr w:type="gramEnd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  <w:proofErr w:type="gramStart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Punti )</w:t>
            </w:r>
            <w:proofErr w:type="gramEnd"/>
            <w:r w:rsidR="006F68AC" w:rsidRPr="000A20EF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0B2A496F" w14:textId="0E3E634F" w:rsidR="006F68A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Punteggio autodichiarato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52A97DBB" w14:textId="50BE67C6" w:rsidR="006F68A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proofErr w:type="gramStart"/>
            <w:r w:rsidRPr="0051353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Verifica  per</w:t>
            </w:r>
            <w:proofErr w:type="gramEnd"/>
            <w:r w:rsidRPr="0051353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ammin.</w:t>
            </w:r>
          </w:p>
        </w:tc>
      </w:tr>
      <w:tr w:rsidR="0051353C" w:rsidRPr="000A20EF" w14:paraId="5E1A3F16" w14:textId="77777777" w:rsidTr="005B261E">
        <w:trPr>
          <w:trHeight w:hRule="exact" w:val="156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C2AE" w14:textId="17A8EA9B" w:rsidR="005B261E" w:rsidRPr="0051353C" w:rsidRDefault="0051353C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="005B261E"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n. 1 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  <w:r w:rsidR="005B261E">
              <w:t xml:space="preserve">  </w:t>
            </w:r>
            <w:r w:rsidR="005B261E"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n. </w:t>
            </w:r>
            <w:r w:rsidR="005B261E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="005B261E"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6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</w:p>
          <w:p w14:paraId="51FE6733" w14:textId="4C09108E" w:rsidR="005B261E" w:rsidRPr="0051353C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2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27C9EF23" w14:textId="0F553571" w:rsidR="005B261E" w:rsidRPr="0051353C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3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8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08E7E2DE" w14:textId="089F01A1" w:rsidR="005B261E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4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9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0981C7F2" w14:textId="1DE711B8" w:rsidR="0051353C" w:rsidRPr="000A20EF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5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10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3A5F" w14:textId="33996827" w:rsidR="0051353C" w:rsidRPr="0051353C" w:rsidRDefault="005B261E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35D6" w14:textId="77777777" w:rsidR="0051353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6F68AC" w:rsidRPr="000A20EF" w14:paraId="06FB5B17" w14:textId="4B4952F6" w:rsidTr="00D26457">
        <w:trPr>
          <w:trHeight w:hRule="exact" w:val="987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58593712" w14:textId="06E00FE5" w:rsidR="00C20FEB" w:rsidRDefault="00C20FEB" w:rsidP="00C20FEB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0FE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  <w14:ligatures w14:val="none"/>
              </w:rPr>
              <w:t xml:space="preserve">A </w:t>
            </w:r>
            <w:proofErr w:type="gramStart"/>
            <w:r w:rsidRPr="00C20FE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  <w14:ligatures w14:val="none"/>
              </w:rPr>
              <w:t xml:space="preserve">3  </w:t>
            </w:r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Esperienza</w:t>
            </w:r>
            <w:proofErr w:type="gramEnd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come docente per la specifica classe di concorso in istituzioni p</w:t>
            </w:r>
            <w:r w:rsidR="006611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aritarie</w:t>
            </w:r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="0051353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                                         </w:t>
            </w:r>
          </w:p>
          <w:p w14:paraId="063FCFDF" w14:textId="4D3E513F" w:rsidR="00C20FEB" w:rsidRPr="00C20FEB" w:rsidRDefault="00C20FEB" w:rsidP="00C20FEB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        </w:t>
            </w:r>
            <w:proofErr w:type="gramStart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( 1</w:t>
            </w:r>
            <w:proofErr w:type="gramEnd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punto per ogni trimestre di insegnamento</w:t>
            </w:r>
            <w:r>
              <w:t xml:space="preserve"> </w:t>
            </w:r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max 10 servizi </w:t>
            </w:r>
            <w:proofErr w:type="gramStart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dichiarabili  –</w:t>
            </w:r>
            <w:proofErr w:type="gramEnd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</w:p>
          <w:p w14:paraId="7123D6FB" w14:textId="092C1A4F" w:rsidR="006F68AC" w:rsidRPr="00C20FEB" w:rsidRDefault="00C20FEB" w:rsidP="00C20FEB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        punteggio max A1+ A2+ A3 + A4 </w:t>
            </w:r>
            <w:proofErr w:type="gramStart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=  30</w:t>
            </w:r>
            <w:proofErr w:type="gramEnd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  <w:proofErr w:type="gramStart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Punti 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456F5AC7" w14:textId="7A8E8650" w:rsidR="006F68A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Punteggio autodichiarato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57009403" w14:textId="4DA09D0C" w:rsidR="006F68A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proofErr w:type="gramStart"/>
            <w:r w:rsidRPr="0051353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Verifica  per</w:t>
            </w:r>
            <w:proofErr w:type="gramEnd"/>
            <w:r w:rsidRPr="0051353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ammin.</w:t>
            </w:r>
          </w:p>
        </w:tc>
      </w:tr>
      <w:tr w:rsidR="0051353C" w:rsidRPr="000A20EF" w14:paraId="59A466EC" w14:textId="77777777" w:rsidTr="005B261E">
        <w:trPr>
          <w:trHeight w:hRule="exact" w:val="157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6DDB" w14:textId="3FD27009" w:rsidR="005B261E" w:rsidRPr="0051353C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n. 1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n. 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6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3D5028D3" w14:textId="66B12ECB" w:rsidR="005B261E" w:rsidRPr="0051353C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2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473AFE52" w14:textId="66D29B51" w:rsidR="005B261E" w:rsidRPr="0051353C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3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8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3D3B6E33" w14:textId="02F1321D" w:rsidR="005B261E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4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9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02D52714" w14:textId="42147FBA" w:rsidR="0051353C" w:rsidRPr="000A20EF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5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10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EADB" w14:textId="47780DFE" w:rsidR="0051353C" w:rsidRPr="0051353C" w:rsidRDefault="005B261E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9D10" w14:textId="77777777" w:rsidR="0051353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6F68AC" w:rsidRPr="000A20EF" w14:paraId="34F5D836" w14:textId="4C3B1F77" w:rsidTr="00D26457">
        <w:trPr>
          <w:trHeight w:hRule="exact" w:val="917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11029207" w14:textId="4ED11D28" w:rsidR="00C20FEB" w:rsidRDefault="00C20FEB" w:rsidP="00C20FEB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0FE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  <w14:ligatures w14:val="none"/>
              </w:rPr>
              <w:lastRenderedPageBreak/>
              <w:t xml:space="preserve">A </w:t>
            </w:r>
            <w:proofErr w:type="gramStart"/>
            <w:r w:rsidRPr="00C20FE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ar-SA"/>
                <w14:ligatures w14:val="none"/>
              </w:rPr>
              <w:t xml:space="preserve">4  </w:t>
            </w:r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Esperienza</w:t>
            </w:r>
            <w:proofErr w:type="gramEnd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come docente su diversa classe </w:t>
            </w:r>
            <w:proofErr w:type="gramStart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di  concorso</w:t>
            </w:r>
            <w:proofErr w:type="gramEnd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in istituzioni p</w:t>
            </w:r>
            <w:r w:rsidR="006611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aritarie</w:t>
            </w:r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="0051353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                                              </w:t>
            </w:r>
          </w:p>
          <w:p w14:paraId="558220D2" w14:textId="04558321" w:rsidR="00C20FEB" w:rsidRPr="00C20FEB" w:rsidRDefault="00C20FEB" w:rsidP="00C20FEB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        </w:t>
            </w:r>
            <w:proofErr w:type="gram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(</w:t>
            </w:r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0</w:t>
            </w:r>
            <w:proofErr w:type="gramEnd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,5 punti per ogni trimestre di </w:t>
            </w:r>
            <w:proofErr w:type="gramStart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insegnamento  –</w:t>
            </w:r>
            <w:proofErr w:type="gramEnd"/>
            <w:r w:rsidR="006F68AC"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max 10 servizi </w:t>
            </w:r>
            <w:proofErr w:type="gramStart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dichiarabili  –</w:t>
            </w:r>
            <w:proofErr w:type="gramEnd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</w:p>
          <w:p w14:paraId="1B8AC009" w14:textId="5F9437AB" w:rsidR="006F68AC" w:rsidRPr="00C20FEB" w:rsidRDefault="00C20FEB" w:rsidP="00C20FEB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        punteggio max A1+ A2+ A3 + A4 </w:t>
            </w:r>
            <w:proofErr w:type="gramStart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=  30</w:t>
            </w:r>
            <w:proofErr w:type="gramEnd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  <w:proofErr w:type="gramStart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Punti )</w:t>
            </w:r>
            <w:proofErr w:type="gramEnd"/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308C7DEB" w14:textId="6BCE7DB6" w:rsidR="006F68A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Punteggio autodichiarato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1332F30C" w14:textId="7F8BE59E" w:rsidR="006F68A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proofErr w:type="gramStart"/>
            <w:r w:rsidRPr="0051353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Verifica  per</w:t>
            </w:r>
            <w:proofErr w:type="gramEnd"/>
            <w:r w:rsidRPr="0051353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ammin.</w:t>
            </w:r>
          </w:p>
        </w:tc>
      </w:tr>
      <w:tr w:rsidR="0051353C" w:rsidRPr="000A20EF" w14:paraId="5F8C30D7" w14:textId="77777777" w:rsidTr="00D26457">
        <w:trPr>
          <w:trHeight w:hRule="exact" w:val="172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4F33" w14:textId="107658E3" w:rsidR="005B261E" w:rsidRPr="0051353C" w:rsidRDefault="0051353C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="005B261E"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n. 1 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  <w:r w:rsidR="005B261E">
              <w:t xml:space="preserve">  </w:t>
            </w:r>
            <w:r w:rsidR="005B261E"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n. </w:t>
            </w:r>
            <w:r w:rsidR="005B261E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="005B261E"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6</w:t>
            </w:r>
            <w:r w:rsidR="005B261E"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5B261E">
              <w:instrText xml:space="preserve"> FORMTEXT </w:instrText>
            </w:r>
            <w:r w:rsidR="005B261E">
              <w:fldChar w:fldCharType="separate"/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rPr>
                <w:noProof/>
              </w:rPr>
              <w:t> </w:t>
            </w:r>
            <w:r w:rsidR="005B261E">
              <w:fldChar w:fldCharType="end"/>
            </w:r>
          </w:p>
          <w:p w14:paraId="4EC85688" w14:textId="2D4BD95B" w:rsidR="005B261E" w:rsidRPr="0051353C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2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76AC74BF" w14:textId="55DF8504" w:rsidR="005B261E" w:rsidRPr="0051353C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3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8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5107BF51" w14:textId="4E196B92" w:rsidR="005B261E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4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9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04C3D9DC" w14:textId="63FEFB56" w:rsidR="0051353C" w:rsidRPr="000A20EF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5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10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6D4A" w14:textId="4D27B13B" w:rsidR="0051353C" w:rsidRPr="0051353C" w:rsidRDefault="005B261E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9BB4" w14:textId="77777777" w:rsidR="0051353C" w:rsidRPr="0051353C" w:rsidRDefault="0051353C" w:rsidP="0051353C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5F2932" w:rsidRPr="000A20EF" w14:paraId="4DBD1E8C" w14:textId="24A2CC88" w:rsidTr="005F2932">
        <w:trPr>
          <w:trHeight w:hRule="exact" w:val="649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157B1834" w14:textId="77777777" w:rsidR="005F2932" w:rsidRPr="00C20FEB" w:rsidRDefault="005F2932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Certificazioni informatiche riconosciute: AICA ECDL, AICA EUCIP, EIPASS, MICROSOFT</w:t>
            </w:r>
          </w:p>
          <w:p w14:paraId="0A4D2CD2" w14:textId="35CF450A" w:rsidR="005F2932" w:rsidRPr="000A20EF" w:rsidRDefault="005F2932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C20F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IC3, ecc.  (1 punto per certificazione - max 5 certificazioni)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375D7EA7" w14:textId="016ED23F" w:rsidR="005F2932" w:rsidRPr="005F2932" w:rsidRDefault="005F2932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5F2932">
              <w:rPr>
                <w:rFonts w:ascii="Calibri" w:hAnsi="Calibri" w:cs="Calibri"/>
                <w:b/>
                <w:bCs/>
                <w:sz w:val="20"/>
                <w:szCs w:val="20"/>
              </w:rPr>
              <w:t>Punteggio autodichiarato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148D4797" w14:textId="13845FAE" w:rsidR="005F2932" w:rsidRPr="005F2932" w:rsidRDefault="005F2932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proofErr w:type="gramStart"/>
            <w:r w:rsidRPr="005F2932">
              <w:rPr>
                <w:rFonts w:ascii="Calibri" w:hAnsi="Calibri" w:cs="Calibri"/>
                <w:b/>
                <w:bCs/>
                <w:sz w:val="20"/>
                <w:szCs w:val="20"/>
              </w:rPr>
              <w:t>Verifica  per</w:t>
            </w:r>
            <w:proofErr w:type="gramEnd"/>
            <w:r w:rsidRPr="005F293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ammin.</w:t>
            </w:r>
          </w:p>
        </w:tc>
      </w:tr>
      <w:tr w:rsidR="005F2932" w:rsidRPr="000A20EF" w14:paraId="496A21D4" w14:textId="77777777" w:rsidTr="00D26457">
        <w:trPr>
          <w:trHeight w:hRule="exact" w:val="174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29FF" w14:textId="118C1EF4" w:rsidR="005B261E" w:rsidRPr="0051353C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n. 1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n. 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6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53ECC9F2" w14:textId="202DDA8A" w:rsidR="005B261E" w:rsidRPr="0051353C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2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3E0C1D20" w14:textId="0F54BB41" w:rsidR="005B261E" w:rsidRPr="0051353C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3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8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71C62578" w14:textId="30830BFA" w:rsidR="005B261E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4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9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0B22F512" w14:textId="7878DD4A" w:rsidR="005F2932" w:rsidRPr="000A20EF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5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10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6D4F" w14:textId="3C4E91E5" w:rsidR="005F2932" w:rsidRPr="005F2932" w:rsidRDefault="005B261E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4B44" w14:textId="77777777" w:rsidR="005F2932" w:rsidRPr="005F2932" w:rsidRDefault="005F2932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5F2932" w:rsidRPr="000A20EF" w14:paraId="09075359" w14:textId="0B001897" w:rsidTr="00D26457">
        <w:trPr>
          <w:trHeight w:hRule="exact" w:val="719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4FF1C45F" w14:textId="63F35D67" w:rsidR="005F2932" w:rsidRPr="00D26457" w:rsidRDefault="005F2932" w:rsidP="00D26457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FA79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Certificazioni linguistiche B1, B2, C1, C2  </w:t>
            </w:r>
            <w:r w:rsidR="00D2645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FA79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  <w:t>(massimo 5 certificazioni valutabili 0,5 per le certificazioni B1 e B2, 1 punto per certificazioni C1 e C2)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164EA963" w14:textId="79C1B62B" w:rsidR="005F2932" w:rsidRPr="005F2932" w:rsidRDefault="005F2932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r w:rsidRPr="005F2932">
              <w:rPr>
                <w:rFonts w:ascii="Calibri" w:hAnsi="Calibri" w:cs="Calibri"/>
                <w:b/>
                <w:bCs/>
                <w:sz w:val="20"/>
                <w:szCs w:val="20"/>
              </w:rPr>
              <w:t>Punteggio autodichiarato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</w:tcPr>
          <w:p w14:paraId="1DBC1D31" w14:textId="1776814A" w:rsidR="005F2932" w:rsidRPr="005F2932" w:rsidRDefault="005F2932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  <w14:ligatures w14:val="none"/>
              </w:rPr>
            </w:pPr>
            <w:proofErr w:type="gramStart"/>
            <w:r w:rsidRPr="005F2932">
              <w:rPr>
                <w:rFonts w:ascii="Calibri" w:hAnsi="Calibri" w:cs="Calibri"/>
                <w:b/>
                <w:bCs/>
                <w:sz w:val="20"/>
                <w:szCs w:val="20"/>
              </w:rPr>
              <w:t>Verifica  per</w:t>
            </w:r>
            <w:proofErr w:type="gramEnd"/>
            <w:r w:rsidRPr="005F293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ammin.</w:t>
            </w:r>
          </w:p>
        </w:tc>
      </w:tr>
      <w:tr w:rsidR="005F2932" w:rsidRPr="000A20EF" w14:paraId="41C67AAD" w14:textId="77777777" w:rsidTr="005F2932">
        <w:trPr>
          <w:trHeight w:hRule="exact" w:val="156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8398" w14:textId="6F48D9DB" w:rsidR="005B261E" w:rsidRPr="0051353C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n. 1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n. 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6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56CD2A92" w14:textId="0583FEAF" w:rsidR="005B261E" w:rsidRPr="0051353C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2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17E70067" w14:textId="3C70544B" w:rsidR="005B261E" w:rsidRPr="0051353C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3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8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14072F56" w14:textId="0E5F77DD" w:rsidR="005B261E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4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9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0C324741" w14:textId="465A2C84" w:rsidR="005F2932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</w:pP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n. 5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 w:rsidRPr="0051353C"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>n. 10</w:t>
            </w:r>
            <w:r>
              <w:rPr>
                <w:rFonts w:ascii="Calibri" w:eastAsia="Calibri" w:hAnsi="Calibri" w:cs="Calibri"/>
                <w:sz w:val="20"/>
                <w:szCs w:val="20"/>
                <w:lang w:eastAsia="ar-SA"/>
                <w14:ligatures w14:val="none"/>
              </w:rPr>
              <w:t xml:space="preserve"> </w:t>
            </w: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3784" w14:textId="6FCA16B6" w:rsidR="005F2932" w:rsidRPr="005F2932" w:rsidRDefault="005B261E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B7EA" w14:textId="77777777" w:rsidR="005F2932" w:rsidRPr="005F2932" w:rsidRDefault="005F2932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-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F68AC" w:rsidRPr="000A20EF" w14:paraId="272AC5AE" w14:textId="54B8AD74" w:rsidTr="005F2932">
        <w:trPr>
          <w:trHeight w:hRule="exact" w:val="41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B67012" w14:textId="7DDEF043" w:rsidR="006F68AC" w:rsidRPr="005F2932" w:rsidRDefault="005F2932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  <w14:ligatures w14:val="none"/>
              </w:rPr>
            </w:pPr>
            <w:r w:rsidRPr="005F2932">
              <w:rPr>
                <w:rFonts w:ascii="Calibri" w:eastAsia="Times New Roman" w:hAnsi="Calibri" w:cs="Calibri"/>
                <w:b/>
                <w:bCs/>
                <w:spacing w:val="-1"/>
                <w:lang w:eastAsia="it-IT"/>
                <w14:ligatures w14:val="none"/>
              </w:rPr>
              <w:t>P</w:t>
            </w:r>
            <w:r w:rsidRPr="005F2932">
              <w:rPr>
                <w:rFonts w:ascii="Calibri" w:eastAsia="Times New Roman" w:hAnsi="Calibri" w:cs="Calibri"/>
                <w:b/>
                <w:bCs/>
                <w:lang w:eastAsia="it-IT"/>
                <w14:ligatures w14:val="none"/>
              </w:rPr>
              <w:t>UNTEG</w:t>
            </w:r>
            <w:r w:rsidRPr="005F2932">
              <w:rPr>
                <w:rFonts w:ascii="Calibri" w:eastAsia="Times New Roman" w:hAnsi="Calibri" w:cs="Calibri"/>
                <w:b/>
                <w:bCs/>
                <w:spacing w:val="1"/>
                <w:lang w:eastAsia="it-IT"/>
                <w14:ligatures w14:val="none"/>
              </w:rPr>
              <w:t>G</w:t>
            </w:r>
            <w:r w:rsidRPr="005F2932">
              <w:rPr>
                <w:rFonts w:ascii="Calibri" w:eastAsia="Times New Roman" w:hAnsi="Calibri" w:cs="Calibri"/>
                <w:b/>
                <w:bCs/>
                <w:lang w:eastAsia="it-IT"/>
                <w14:ligatures w14:val="none"/>
              </w:rPr>
              <w:t>IO</w:t>
            </w:r>
            <w:r w:rsidRPr="005F2932">
              <w:rPr>
                <w:rFonts w:ascii="Calibri" w:eastAsia="Times New Roman" w:hAnsi="Calibri" w:cs="Calibri"/>
                <w:b/>
                <w:bCs/>
                <w:spacing w:val="-11"/>
                <w:lang w:eastAsia="it-IT"/>
                <w14:ligatures w14:val="none"/>
              </w:rPr>
              <w:t xml:space="preserve"> </w:t>
            </w:r>
            <w:r w:rsidRPr="005F2932">
              <w:rPr>
                <w:rFonts w:ascii="Calibri" w:eastAsia="Times New Roman" w:hAnsi="Calibri" w:cs="Calibri"/>
                <w:b/>
                <w:bCs/>
                <w:lang w:eastAsia="it-IT"/>
                <w14:ligatures w14:val="none"/>
              </w:rPr>
              <w:t>TOTALE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  <w14:ligatures w14:val="none"/>
              </w:rPr>
              <w:t xml:space="preserve"> </w:t>
            </w:r>
            <w:r w:rsidR="00C20FEB">
              <w:rPr>
                <w:rFonts w:ascii="Calibri" w:eastAsia="Times New Roman" w:hAnsi="Calibri" w:cs="Calibri"/>
                <w:b/>
                <w:bCs/>
                <w:lang w:eastAsia="it-IT"/>
                <w14:ligatures w14:val="none"/>
              </w:rPr>
              <w:t xml:space="preserve">COMPETENZE 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  <w14:ligatures w14:val="none"/>
              </w:rPr>
              <w:t>(</w:t>
            </w:r>
            <w:r w:rsidR="00C20FEB">
              <w:rPr>
                <w:rFonts w:ascii="Calibri" w:eastAsia="Times New Roman" w:hAnsi="Calibri" w:cs="Calibri"/>
                <w:b/>
                <w:bCs/>
                <w:lang w:eastAsia="it-IT"/>
                <w14:ligatures w14:val="none"/>
              </w:rPr>
              <w:t>m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  <w14:ligatures w14:val="none"/>
              </w:rPr>
              <w:t xml:space="preserve">ax </w:t>
            </w:r>
            <w:r w:rsidR="00C20FEB">
              <w:rPr>
                <w:rFonts w:ascii="Calibri" w:eastAsia="Times New Roman" w:hAnsi="Calibri" w:cs="Calibri"/>
                <w:b/>
                <w:bCs/>
                <w:lang w:eastAsia="it-IT"/>
                <w14:ligatures w14:val="none"/>
              </w:rPr>
              <w:t xml:space="preserve">40 punti) 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F56E" w14:textId="524A6F17" w:rsidR="006F68AC" w:rsidRPr="0076508A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"/>
              <w:jc w:val="center"/>
              <w:rPr>
                <w:rFonts w:ascii="Calibri" w:eastAsia="Times New Roman" w:hAnsi="Calibri" w:cs="Calibri"/>
                <w:spacing w:val="-1"/>
                <w:sz w:val="22"/>
                <w:szCs w:val="22"/>
                <w:lang w:eastAsia="it-IT"/>
                <w14:ligatures w14:val="non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0E03" w14:textId="77777777" w:rsidR="006F68AC" w:rsidRPr="0076508A" w:rsidRDefault="006F68AC" w:rsidP="006C478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Calibri" w:eastAsia="Times New Roman" w:hAnsi="Calibri" w:cs="Calibri"/>
                <w:spacing w:val="-1"/>
                <w:sz w:val="22"/>
                <w:szCs w:val="22"/>
                <w:lang w:eastAsia="it-IT"/>
                <w14:ligatures w14:val="none"/>
              </w:rPr>
            </w:pPr>
          </w:p>
        </w:tc>
      </w:tr>
      <w:tr w:rsidR="00C20FEB" w:rsidRPr="000A20EF" w14:paraId="42DA645B" w14:textId="77777777" w:rsidTr="005F2932">
        <w:trPr>
          <w:trHeight w:hRule="exact" w:val="41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0318BB" w14:textId="361F09C8" w:rsidR="00C20FEB" w:rsidRPr="005F2932" w:rsidRDefault="00EE56C3" w:rsidP="005F2932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"/>
              <w:jc w:val="center"/>
              <w:rPr>
                <w:rFonts w:ascii="Calibri" w:eastAsia="Times New Roman" w:hAnsi="Calibri" w:cs="Calibri"/>
                <w:b/>
                <w:bCs/>
                <w:spacing w:val="-1"/>
                <w:lang w:eastAsia="it-IT"/>
                <w14:ligatures w14:val="none"/>
              </w:rPr>
            </w:pPr>
            <w:r w:rsidRPr="00EE56C3">
              <w:rPr>
                <w:rFonts w:ascii="Calibri" w:eastAsia="Times New Roman" w:hAnsi="Calibri" w:cs="Calibri"/>
                <w:b/>
                <w:bCs/>
                <w:spacing w:val="-1"/>
                <w:sz w:val="28"/>
                <w:szCs w:val="28"/>
                <w:lang w:eastAsia="it-IT"/>
                <w14:ligatures w14:val="none"/>
              </w:rPr>
              <w:t xml:space="preserve">PUNTEGGIO TOTALE (max 100 punti)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6040" w14:textId="3EDC999E" w:rsidR="00C20FEB" w:rsidRPr="0076508A" w:rsidRDefault="005B261E" w:rsidP="005B261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"/>
              <w:jc w:val="center"/>
              <w:rPr>
                <w:rFonts w:ascii="Calibri" w:eastAsia="Times New Roman" w:hAnsi="Calibri" w:cs="Calibri"/>
                <w:spacing w:val="-1"/>
                <w:sz w:val="22"/>
                <w:szCs w:val="22"/>
                <w:lang w:eastAsia="it-IT"/>
                <w14:ligatures w14:val="non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586F" w14:textId="77777777" w:rsidR="00C20FEB" w:rsidRPr="0076508A" w:rsidRDefault="00C20FEB" w:rsidP="006C478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Calibri" w:eastAsia="Times New Roman" w:hAnsi="Calibri" w:cs="Calibri"/>
                <w:spacing w:val="-1"/>
                <w:sz w:val="22"/>
                <w:szCs w:val="22"/>
                <w:lang w:eastAsia="it-IT"/>
                <w14:ligatures w14:val="none"/>
              </w:rPr>
            </w:pPr>
          </w:p>
        </w:tc>
      </w:tr>
    </w:tbl>
    <w:p w14:paraId="2EEE7309" w14:textId="77777777" w:rsidR="0076508A" w:rsidRPr="0076508A" w:rsidRDefault="0076508A" w:rsidP="0076508A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line="302" w:lineRule="auto"/>
        <w:ind w:left="293" w:right="801" w:hanging="63"/>
        <w:jc w:val="both"/>
        <w:rPr>
          <w:rFonts w:ascii="Cambria" w:eastAsia="Times New Roman" w:hAnsi="Cambria" w:cs="Cambria"/>
          <w:sz w:val="18"/>
          <w:szCs w:val="18"/>
          <w:lang w:eastAsia="it-IT"/>
          <w14:ligatures w14:val="none"/>
        </w:rPr>
      </w:pPr>
    </w:p>
    <w:p w14:paraId="0CBFFD69" w14:textId="77777777" w:rsidR="0076508A" w:rsidRPr="0076508A" w:rsidRDefault="0076508A" w:rsidP="0076508A">
      <w:pPr>
        <w:widowControl w:val="0"/>
        <w:tabs>
          <w:tab w:val="left" w:pos="4361"/>
          <w:tab w:val="left" w:pos="9475"/>
        </w:tabs>
        <w:suppressAutoHyphens/>
        <w:kinsoku w:val="0"/>
        <w:overflowPunct w:val="0"/>
        <w:autoSpaceDE w:val="0"/>
        <w:autoSpaceDN w:val="0"/>
        <w:adjustRightInd w:val="0"/>
        <w:spacing w:before="77"/>
        <w:ind w:left="112"/>
        <w:rPr>
          <w:rFonts w:ascii="Garamond" w:eastAsia="Times New Roman" w:hAnsi="Garamond" w:cs="Garamond"/>
          <w:sz w:val="22"/>
          <w:szCs w:val="22"/>
          <w:lang w:eastAsia="it-IT"/>
          <w14:ligatures w14:val="none"/>
        </w:rPr>
      </w:pPr>
    </w:p>
    <w:p w14:paraId="3C695027" w14:textId="77777777" w:rsidR="0076508A" w:rsidRPr="0076508A" w:rsidRDefault="0076508A" w:rsidP="0076508A">
      <w:pPr>
        <w:widowControl w:val="0"/>
        <w:tabs>
          <w:tab w:val="left" w:pos="4361"/>
          <w:tab w:val="left" w:pos="9475"/>
        </w:tabs>
        <w:suppressAutoHyphens/>
        <w:kinsoku w:val="0"/>
        <w:overflowPunct w:val="0"/>
        <w:autoSpaceDE w:val="0"/>
        <w:autoSpaceDN w:val="0"/>
        <w:adjustRightInd w:val="0"/>
        <w:spacing w:before="77"/>
        <w:ind w:left="112"/>
        <w:rPr>
          <w:rFonts w:ascii="Garamond" w:eastAsia="Times New Roman" w:hAnsi="Garamond" w:cs="Garamond"/>
          <w:sz w:val="22"/>
          <w:szCs w:val="22"/>
          <w:lang w:eastAsia="it-IT"/>
          <w14:ligatures w14:val="none"/>
        </w:rPr>
      </w:pPr>
    </w:p>
    <w:p w14:paraId="4A2A085D" w14:textId="77777777" w:rsidR="00E01D20" w:rsidRDefault="00E01D20" w:rsidP="00E01D20">
      <w:pPr>
        <w:tabs>
          <w:tab w:val="left" w:pos="8670"/>
        </w:tabs>
        <w:jc w:val="both"/>
        <w:rPr>
          <w:rFonts w:ascii="Calibri" w:hAnsi="Calibri" w:cs="Calibri"/>
        </w:rPr>
      </w:pPr>
    </w:p>
    <w:sectPr w:rsidR="00E01D20" w:rsidSect="0070707A">
      <w:headerReference w:type="default" r:id="rId10"/>
      <w:footerReference w:type="default" r:id="rId11"/>
      <w:pgSz w:w="11906" w:h="16838"/>
      <w:pgMar w:top="1417" w:right="1134" w:bottom="1134" w:left="1134" w:header="708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B2BD3" w14:textId="77777777" w:rsidR="004B2FF9" w:rsidRDefault="004B2FF9" w:rsidP="00D44C22">
      <w:r>
        <w:separator/>
      </w:r>
    </w:p>
  </w:endnote>
  <w:endnote w:type="continuationSeparator" w:id="0">
    <w:p w14:paraId="59386663" w14:textId="77777777" w:rsidR="004B2FF9" w:rsidRDefault="004B2FF9" w:rsidP="00D4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font247">
    <w:altName w:val="Times New Roman"/>
    <w:panose1 w:val="020B0604020202020204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F9610" w14:textId="77777777" w:rsidR="00D44C22" w:rsidRDefault="00C1097E">
    <w:pPr>
      <w:pStyle w:val="Pidipagina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5A459243" wp14:editId="3A08F320">
              <wp:simplePos x="0" y="0"/>
              <wp:positionH relativeFrom="column">
                <wp:posOffset>-156916</wp:posOffset>
              </wp:positionH>
              <wp:positionV relativeFrom="paragraph">
                <wp:posOffset>76524</wp:posOffset>
              </wp:positionV>
              <wp:extent cx="6472992" cy="386003"/>
              <wp:effectExtent l="0" t="0" r="0" b="0"/>
              <wp:wrapNone/>
              <wp:docPr id="1486437502" name="Gruppo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992" cy="386003"/>
                        <a:chOff x="0" y="0"/>
                        <a:chExt cx="6472992" cy="386003"/>
                      </a:xfrm>
                    </wpg:grpSpPr>
                    <wps:wsp>
                      <wps:cNvPr id="1216978713" name="Casella di testo 1216978713"/>
                      <wps:cNvSpPr txBox="1"/>
                      <wps:spPr>
                        <a:xfrm>
                          <a:off x="78723" y="33306"/>
                          <a:ext cx="6394269" cy="3526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4D449A" w14:textId="77777777" w:rsidR="00D44C22" w:rsidRPr="008E24A7" w:rsidRDefault="00D44C22" w:rsidP="00577917">
                            <w:pPr>
                              <w:tabs>
                                <w:tab w:val="left" w:pos="3261"/>
                                <w:tab w:val="left" w:pos="5245"/>
                              </w:tabs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</w:pPr>
                            <w:r w:rsidRPr="008E24A7">
                              <w:rPr>
                                <w:rFonts w:ascii="Calibri" w:hAnsi="Calibri" w:cs="Calibri"/>
                                <w:b/>
                                <w:sz w:val="13"/>
                                <w:szCs w:val="13"/>
                              </w:rPr>
                              <w:t xml:space="preserve">      Sede: </w:t>
                            </w:r>
                            <w:r w:rsidRPr="008E24A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>Via Masaccio 8, 50136 – Firenze</w:t>
                            </w:r>
                            <w:r w:rsidRPr="008E24A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8E24A7">
                              <w:rPr>
                                <w:rFonts w:ascii="Calibri" w:hAnsi="Calibri" w:cs="Calibri"/>
                                <w:b/>
                                <w:sz w:val="13"/>
                                <w:szCs w:val="13"/>
                              </w:rPr>
                              <w:t xml:space="preserve">Telefono: </w:t>
                            </w:r>
                            <w:r w:rsidRPr="008E24A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>055 2476833</w:t>
                            </w:r>
                            <w:r w:rsidRPr="008E24A7">
                              <w:rPr>
                                <w:rFonts w:ascii="Calibri" w:hAnsi="Calibri" w:cs="Calibri"/>
                                <w:b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="00577917">
                              <w:rPr>
                                <w:rFonts w:ascii="Calibri" w:hAnsi="Calibri" w:cs="Calibri"/>
                                <w:b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="00577917">
                              <w:rPr>
                                <w:rFonts w:ascii="Calibri" w:hAnsi="Calibri" w:cs="Calibri"/>
                                <w:b/>
                                <w:sz w:val="13"/>
                                <w:szCs w:val="13"/>
                              </w:rPr>
                              <w:tab/>
                            </w:r>
                            <w:r w:rsidRPr="008E24A7">
                              <w:rPr>
                                <w:rFonts w:ascii="Calibri" w:hAnsi="Calibri" w:cs="Calibri"/>
                                <w:b/>
                                <w:sz w:val="13"/>
                                <w:szCs w:val="13"/>
                              </w:rPr>
                              <w:t xml:space="preserve">Sito Web: </w:t>
                            </w:r>
                            <w:hyperlink r:id="rId1" w:history="1">
                              <w:r w:rsidRPr="008E24A7">
                                <w:rPr>
                                  <w:rStyle w:val="Collegamentoipertestuale"/>
                                  <w:rFonts w:ascii="Calibri" w:hAnsi="Calibri" w:cs="Calibri"/>
                                  <w:bCs/>
                                  <w:sz w:val="13"/>
                                  <w:szCs w:val="13"/>
                                </w:rPr>
                                <w:t>www.cellini.firenze.it</w:t>
                              </w:r>
                            </w:hyperlink>
                            <w:r w:rsidRPr="008E24A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8E24A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7791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="0057791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8E24A7">
                              <w:rPr>
                                <w:rFonts w:ascii="Calibri" w:hAnsi="Calibri" w:cs="Calibri"/>
                                <w:b/>
                                <w:sz w:val="13"/>
                                <w:szCs w:val="13"/>
                              </w:rPr>
                              <w:t>e-Mail:</w:t>
                            </w:r>
                            <w:r w:rsidRPr="008E24A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 xml:space="preserve">  </w:t>
                            </w:r>
                            <w:hyperlink r:id="rId2" w:history="1">
                              <w:r w:rsidRPr="008E24A7">
                                <w:rPr>
                                  <w:rStyle w:val="Collegamentoipertestuale"/>
                                  <w:rFonts w:ascii="Calibri" w:hAnsi="Calibri" w:cs="Calibri"/>
                                  <w:bCs/>
                                  <w:sz w:val="13"/>
                                  <w:szCs w:val="13"/>
                                </w:rPr>
                                <w:t>FIIS00600X@istruzione.it</w:t>
                              </w:r>
                            </w:hyperlink>
                            <w:r w:rsidRPr="008E24A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 xml:space="preserve">                                       </w:t>
                            </w:r>
                          </w:p>
                          <w:p w14:paraId="734D92CC" w14:textId="77777777" w:rsidR="00D44C22" w:rsidRPr="008E24A7" w:rsidRDefault="00D44C22" w:rsidP="00577917">
                            <w:pPr>
                              <w:tabs>
                                <w:tab w:val="left" w:pos="3261"/>
                                <w:tab w:val="left" w:pos="5245"/>
                              </w:tabs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</w:pPr>
                            <w:r w:rsidRPr="008E24A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 xml:space="preserve">      </w:t>
                            </w:r>
                            <w:r w:rsidRPr="008E24A7">
                              <w:rPr>
                                <w:rFonts w:ascii="Calibri" w:hAnsi="Calibri" w:cs="Calibri"/>
                                <w:b/>
                                <w:sz w:val="13"/>
                                <w:szCs w:val="13"/>
                              </w:rPr>
                              <w:t xml:space="preserve">Succursale: </w:t>
                            </w:r>
                            <w:r w:rsidRPr="008E24A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 xml:space="preserve">Via Mannelli 85, 50136 – Firenze              </w:t>
                            </w:r>
                            <w:r w:rsidR="008E24A7" w:rsidRPr="008E24A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="0057791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8E24A7">
                              <w:rPr>
                                <w:rFonts w:ascii="Calibri" w:hAnsi="Calibri" w:cs="Calibri"/>
                                <w:b/>
                                <w:sz w:val="13"/>
                                <w:szCs w:val="13"/>
                              </w:rPr>
                              <w:t xml:space="preserve">Fax: </w:t>
                            </w:r>
                            <w:r w:rsidRPr="008E24A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>055 2478997</w:t>
                            </w:r>
                            <w:r w:rsidRPr="008E24A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="00577917" w:rsidRPr="008E24A7">
                              <w:rPr>
                                <w:rFonts w:ascii="Calibri" w:hAnsi="Calibri" w:cs="Calibri"/>
                                <w:b/>
                                <w:sz w:val="13"/>
                                <w:szCs w:val="13"/>
                              </w:rPr>
                              <w:t>Cod. Meccanografico</w:t>
                            </w:r>
                            <w:r w:rsidRPr="008E24A7">
                              <w:rPr>
                                <w:rFonts w:ascii="Calibri" w:hAnsi="Calibri" w:cs="Calibri"/>
                                <w:b/>
                                <w:sz w:val="13"/>
                                <w:szCs w:val="13"/>
                              </w:rPr>
                              <w:t xml:space="preserve">: </w:t>
                            </w:r>
                            <w:r w:rsidRPr="008E24A7">
                              <w:rPr>
                                <w:rFonts w:ascii="Calibri" w:hAnsi="Calibri" w:cs="Calibri"/>
                                <w:bCs/>
                                <w:sz w:val="13"/>
                                <w:szCs w:val="13"/>
                              </w:rPr>
                              <w:t>FIIS00600X</w:t>
                            </w:r>
                            <w:r w:rsidRPr="008E24A7">
                              <w:rPr>
                                <w:rFonts w:ascii="Calibri" w:hAnsi="Calibri" w:cs="Calibri"/>
                                <w:b/>
                                <w:sz w:val="11"/>
                                <w:szCs w:val="11"/>
                              </w:rPr>
                              <w:t xml:space="preserve">                       </w:t>
                            </w:r>
                            <w:r w:rsidR="008E24A7">
                              <w:rPr>
                                <w:rFonts w:ascii="Calibri" w:hAnsi="Calibri" w:cs="Calibri"/>
                                <w:b/>
                                <w:sz w:val="11"/>
                                <w:szCs w:val="11"/>
                              </w:rPr>
                              <w:tab/>
                            </w:r>
                            <w:r w:rsidRPr="008E24A7">
                              <w:rPr>
                                <w:rFonts w:ascii="Calibri" w:hAnsi="Calibri" w:cs="Calibri"/>
                                <w:b/>
                                <w:sz w:val="13"/>
                                <w:szCs w:val="13"/>
                              </w:rPr>
                              <w:t xml:space="preserve">PEC: </w:t>
                            </w:r>
                            <w:hyperlink r:id="rId3" w:history="1">
                              <w:r w:rsidRPr="008E24A7">
                                <w:rPr>
                                  <w:rStyle w:val="Collegamentoipertestuale"/>
                                  <w:rFonts w:ascii="Calibri" w:hAnsi="Calibri" w:cs="Calibri"/>
                                  <w:bCs/>
                                  <w:sz w:val="13"/>
                                  <w:szCs w:val="13"/>
                                </w:rPr>
                                <w:t>FIIS00600X@pec.istruzione.it</w:t>
                              </w:r>
                            </w:hyperlink>
                          </w:p>
                          <w:p w14:paraId="02058790" w14:textId="77777777" w:rsidR="00D44C22" w:rsidRPr="008E24A7" w:rsidRDefault="00D44C22" w:rsidP="00D44C22">
                            <w:pPr>
                              <w:tabs>
                                <w:tab w:val="left" w:pos="142"/>
                              </w:tabs>
                              <w:rPr>
                                <w:rFonts w:ascii="Calibri" w:hAnsi="Calibri" w:cs="Calibri"/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92790432" name="Immagine 22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duotone>
                            <a:schemeClr val="accent5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027" y="57528"/>
                          <a:ext cx="241935" cy="205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5021858" name="Immagine 19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duotone>
                            <a:schemeClr val="accent2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07441" y="54500"/>
                          <a:ext cx="205740" cy="205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53112915" name="Immagine 20" descr="Immagine che contiene nero, oscurità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6" cstate="print">
                          <a:duotone>
                            <a:schemeClr val="accent6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60956" y="57528"/>
                          <a:ext cx="218440" cy="2184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13753920" name="Connettore 1 4"/>
                      <wps:cNvCnPr/>
                      <wps:spPr>
                        <a:xfrm>
                          <a:off x="0" y="0"/>
                          <a:ext cx="62655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A459243" id="Gruppo 11" o:spid="_x0000_s1032" style="position:absolute;margin-left:-12.35pt;margin-top:6.05pt;width:509.7pt;height:30.4pt;z-index:251668480" coordsize="64729,3860" o:gfxdata="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n5+f/6+vr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+oqKj/Gxsb/x4e&#10;Hv+IiIj/6urq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+bm5v/o6Oj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216978713" o:spid="_x0000_s1033" type="#_x0000_t202" style="position:absolute;left:787;top:333;width:63942;height:3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" filled="f" stroked="f" strokeweight=".5pt">
                <v:textbox>
                  <w:txbxContent>
                    <w:p w14:paraId="144D449A" w14:textId="77777777" w:rsidR="00D44C22" w:rsidRPr="008E24A7" w:rsidRDefault="00D44C22" w:rsidP="00577917">
                      <w:pPr>
                        <w:tabs>
                          <w:tab w:val="left" w:pos="3261"/>
                          <w:tab w:val="left" w:pos="5245"/>
                        </w:tabs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</w:pPr>
                      <w:r w:rsidRPr="008E24A7">
                        <w:rPr>
                          <w:rFonts w:ascii="Calibri" w:hAnsi="Calibri" w:cs="Calibri"/>
                          <w:b/>
                          <w:sz w:val="13"/>
                          <w:szCs w:val="13"/>
                        </w:rPr>
                        <w:t xml:space="preserve">      Sede: </w:t>
                      </w:r>
                      <w:r w:rsidRPr="008E24A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>Via Masaccio 8, 50136 – Firenze</w:t>
                      </w:r>
                      <w:r w:rsidRPr="008E24A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ab/>
                      </w:r>
                      <w:r w:rsidRPr="008E24A7">
                        <w:rPr>
                          <w:rFonts w:ascii="Calibri" w:hAnsi="Calibri" w:cs="Calibri"/>
                          <w:b/>
                          <w:sz w:val="13"/>
                          <w:szCs w:val="13"/>
                        </w:rPr>
                        <w:t xml:space="preserve">Telefono: </w:t>
                      </w:r>
                      <w:r w:rsidRPr="008E24A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>055 2476833</w:t>
                      </w:r>
                      <w:r w:rsidRPr="008E24A7">
                        <w:rPr>
                          <w:rFonts w:ascii="Calibri" w:hAnsi="Calibri" w:cs="Calibri"/>
                          <w:b/>
                          <w:sz w:val="13"/>
                          <w:szCs w:val="13"/>
                        </w:rPr>
                        <w:t xml:space="preserve"> </w:t>
                      </w:r>
                      <w:r w:rsidR="00577917">
                        <w:rPr>
                          <w:rFonts w:ascii="Calibri" w:hAnsi="Calibri" w:cs="Calibri"/>
                          <w:b/>
                          <w:sz w:val="13"/>
                          <w:szCs w:val="13"/>
                        </w:rPr>
                        <w:t xml:space="preserve">   </w:t>
                      </w:r>
                      <w:r w:rsidR="00577917">
                        <w:rPr>
                          <w:rFonts w:ascii="Calibri" w:hAnsi="Calibri" w:cs="Calibri"/>
                          <w:b/>
                          <w:sz w:val="13"/>
                          <w:szCs w:val="13"/>
                        </w:rPr>
                        <w:tab/>
                      </w:r>
                      <w:r w:rsidRPr="008E24A7">
                        <w:rPr>
                          <w:rFonts w:ascii="Calibri" w:hAnsi="Calibri" w:cs="Calibri"/>
                          <w:b/>
                          <w:sz w:val="13"/>
                          <w:szCs w:val="13"/>
                        </w:rPr>
                        <w:t xml:space="preserve">Sito Web: </w:t>
                      </w:r>
                      <w:hyperlink r:id="rId7" w:history="1">
                        <w:r w:rsidRPr="008E24A7">
                          <w:rPr>
                            <w:rStyle w:val="Collegamentoipertestuale"/>
                            <w:rFonts w:ascii="Calibri" w:hAnsi="Calibri" w:cs="Calibri"/>
                            <w:bCs/>
                            <w:sz w:val="13"/>
                            <w:szCs w:val="13"/>
                          </w:rPr>
                          <w:t>www.cellini.firenze.it</w:t>
                        </w:r>
                      </w:hyperlink>
                      <w:r w:rsidRPr="008E24A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 xml:space="preserve"> </w:t>
                      </w:r>
                      <w:r w:rsidRPr="008E24A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57791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ab/>
                      </w:r>
                      <w:r w:rsidR="0057791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ab/>
                      </w:r>
                      <w:r w:rsidRPr="008E24A7">
                        <w:rPr>
                          <w:rFonts w:ascii="Calibri" w:hAnsi="Calibri" w:cs="Calibri"/>
                          <w:b/>
                          <w:sz w:val="13"/>
                          <w:szCs w:val="13"/>
                        </w:rPr>
                        <w:t>e-Mail:</w:t>
                      </w:r>
                      <w:r w:rsidRPr="008E24A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 xml:space="preserve">  </w:t>
                      </w:r>
                      <w:hyperlink r:id="rId8" w:history="1">
                        <w:r w:rsidRPr="008E24A7">
                          <w:rPr>
                            <w:rStyle w:val="Collegamentoipertestuale"/>
                            <w:rFonts w:ascii="Calibri" w:hAnsi="Calibri" w:cs="Calibri"/>
                            <w:bCs/>
                            <w:sz w:val="13"/>
                            <w:szCs w:val="13"/>
                          </w:rPr>
                          <w:t>FIIS00600X@istruzione.it</w:t>
                        </w:r>
                      </w:hyperlink>
                      <w:r w:rsidRPr="008E24A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 xml:space="preserve">                                       </w:t>
                      </w:r>
                    </w:p>
                    <w:p w14:paraId="734D92CC" w14:textId="77777777" w:rsidR="00D44C22" w:rsidRPr="008E24A7" w:rsidRDefault="00D44C22" w:rsidP="00577917">
                      <w:pPr>
                        <w:tabs>
                          <w:tab w:val="left" w:pos="3261"/>
                          <w:tab w:val="left" w:pos="5245"/>
                        </w:tabs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</w:pPr>
                      <w:r w:rsidRPr="008E24A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 xml:space="preserve">      </w:t>
                      </w:r>
                      <w:r w:rsidRPr="008E24A7">
                        <w:rPr>
                          <w:rFonts w:ascii="Calibri" w:hAnsi="Calibri" w:cs="Calibri"/>
                          <w:b/>
                          <w:sz w:val="13"/>
                          <w:szCs w:val="13"/>
                        </w:rPr>
                        <w:t xml:space="preserve">Succursale: </w:t>
                      </w:r>
                      <w:r w:rsidRPr="008E24A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 xml:space="preserve">Via Mannelli 85, 50136 – Firenze              </w:t>
                      </w:r>
                      <w:r w:rsidR="008E24A7" w:rsidRPr="008E24A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 xml:space="preserve">   </w:t>
                      </w:r>
                      <w:r w:rsidR="0057791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ab/>
                      </w:r>
                      <w:r w:rsidRPr="008E24A7">
                        <w:rPr>
                          <w:rFonts w:ascii="Calibri" w:hAnsi="Calibri" w:cs="Calibri"/>
                          <w:b/>
                          <w:sz w:val="13"/>
                          <w:szCs w:val="13"/>
                        </w:rPr>
                        <w:t xml:space="preserve">Fax: </w:t>
                      </w:r>
                      <w:r w:rsidRPr="008E24A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>055 2478997</w:t>
                      </w:r>
                      <w:r w:rsidRPr="008E24A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ab/>
                      </w:r>
                      <w:r w:rsidR="00577917" w:rsidRPr="008E24A7">
                        <w:rPr>
                          <w:rFonts w:ascii="Calibri" w:hAnsi="Calibri" w:cs="Calibri"/>
                          <w:b/>
                          <w:sz w:val="13"/>
                          <w:szCs w:val="13"/>
                        </w:rPr>
                        <w:t>Cod. Meccanografico</w:t>
                      </w:r>
                      <w:r w:rsidRPr="008E24A7">
                        <w:rPr>
                          <w:rFonts w:ascii="Calibri" w:hAnsi="Calibri" w:cs="Calibri"/>
                          <w:b/>
                          <w:sz w:val="13"/>
                          <w:szCs w:val="13"/>
                        </w:rPr>
                        <w:t xml:space="preserve">: </w:t>
                      </w:r>
                      <w:r w:rsidRPr="008E24A7">
                        <w:rPr>
                          <w:rFonts w:ascii="Calibri" w:hAnsi="Calibri" w:cs="Calibri"/>
                          <w:bCs/>
                          <w:sz w:val="13"/>
                          <w:szCs w:val="13"/>
                        </w:rPr>
                        <w:t>FIIS00600X</w:t>
                      </w:r>
                      <w:r w:rsidRPr="008E24A7">
                        <w:rPr>
                          <w:rFonts w:ascii="Calibri" w:hAnsi="Calibri" w:cs="Calibri"/>
                          <w:b/>
                          <w:sz w:val="11"/>
                          <w:szCs w:val="11"/>
                        </w:rPr>
                        <w:t xml:space="preserve">                       </w:t>
                      </w:r>
                      <w:r w:rsidR="008E24A7">
                        <w:rPr>
                          <w:rFonts w:ascii="Calibri" w:hAnsi="Calibri" w:cs="Calibri"/>
                          <w:b/>
                          <w:sz w:val="11"/>
                          <w:szCs w:val="11"/>
                        </w:rPr>
                        <w:tab/>
                      </w:r>
                      <w:r w:rsidRPr="008E24A7">
                        <w:rPr>
                          <w:rFonts w:ascii="Calibri" w:hAnsi="Calibri" w:cs="Calibri"/>
                          <w:b/>
                          <w:sz w:val="13"/>
                          <w:szCs w:val="13"/>
                        </w:rPr>
                        <w:t xml:space="preserve">PEC: </w:t>
                      </w:r>
                      <w:hyperlink r:id="rId9" w:history="1">
                        <w:r w:rsidRPr="008E24A7">
                          <w:rPr>
                            <w:rStyle w:val="Collegamentoipertestuale"/>
                            <w:rFonts w:ascii="Calibri" w:hAnsi="Calibri" w:cs="Calibri"/>
                            <w:bCs/>
                            <w:sz w:val="13"/>
                            <w:szCs w:val="13"/>
                          </w:rPr>
                          <w:t>FIIS00600X@pec.istruzione.it</w:t>
                        </w:r>
                      </w:hyperlink>
                    </w:p>
                    <w:p w14:paraId="02058790" w14:textId="77777777" w:rsidR="00D44C22" w:rsidRPr="008E24A7" w:rsidRDefault="00D44C22" w:rsidP="00D44C22">
                      <w:pPr>
                        <w:tabs>
                          <w:tab w:val="left" w:pos="142"/>
                        </w:tabs>
                        <w:rPr>
                          <w:rFonts w:ascii="Calibri" w:hAnsi="Calibri" w:cs="Calibri"/>
                          <w:sz w:val="11"/>
                          <w:szCs w:val="11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2" o:spid="_x0000_s1034" type="#_x0000_t75" style="position:absolute;left:30;top:575;width:2419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">
                <v:imagedata r:id="rId10" o:title="" recolortarget="#471341 [1448]"/>
              </v:shape>
              <v:shape id="Immagine 19" o:spid="_x0000_s1035" type="#_x0000_t75" style="position:absolute;left:20074;top:545;width:2057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">
                <v:imagedata r:id="rId11" o:title="" recolortarget="#722f0c [1445]"/>
              </v:shape>
              <v:shape id="Immagine 20" o:spid="_x0000_s1036" type="#_x0000_t75" alt="Immagine che contiene nero, oscurità&#10;&#10;Descrizione generata automaticamente" style="position:absolute;left:32609;top:575;width:2184;height:21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">
                <v:imagedata r:id="rId12" o:title="Immagine che contiene nero, oscurità&#10;&#10;Descrizione generata automaticamente" recolortarget="#224a14 [1449]"/>
              </v:shape>
              <v:line id="Connettore 1 4" o:spid="_x0000_s1037" style="position:absolute;visibility:visible;mso-wrap-style:square" from="0,0" to="6265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" strokecolor="#156082 [3204]" strokeweight="1pt">
                <v:stroke joinstyle="miter"/>
              </v:line>
            </v:group>
          </w:pict>
        </mc:Fallback>
      </mc:AlternateContent>
    </w:r>
    <w:r w:rsidR="0070707A">
      <w:rPr>
        <w:noProof/>
      </w:rPr>
      <w:drawing>
        <wp:anchor distT="0" distB="0" distL="114300" distR="114300" simplePos="0" relativeHeight="251663360" behindDoc="0" locked="0" layoutInCell="1" allowOverlap="1" wp14:anchorId="0463E3DA" wp14:editId="0728D1C7">
          <wp:simplePos x="0" y="0"/>
          <wp:positionH relativeFrom="column">
            <wp:posOffset>4713605</wp:posOffset>
          </wp:positionH>
          <wp:positionV relativeFrom="paragraph">
            <wp:posOffset>145415</wp:posOffset>
          </wp:positionV>
          <wp:extent cx="191770" cy="191770"/>
          <wp:effectExtent l="0" t="0" r="0" b="0"/>
          <wp:wrapNone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2203301" name="Immagine 15"/>
                  <pic:cNvPicPr>
                    <a:picLocks noChangeAspect="1"/>
                  </pic:cNvPicPr>
                </pic:nvPicPr>
                <pic:blipFill>
                  <a:blip r:embed="rId13" cstate="print">
                    <a:duotone>
                      <a:schemeClr val="accent4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770" cy="191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CBE22" w14:textId="77777777" w:rsidR="004B2FF9" w:rsidRDefault="004B2FF9" w:rsidP="00D44C22">
      <w:r>
        <w:separator/>
      </w:r>
    </w:p>
  </w:footnote>
  <w:footnote w:type="continuationSeparator" w:id="0">
    <w:p w14:paraId="101E0962" w14:textId="77777777" w:rsidR="004B2FF9" w:rsidRDefault="004B2FF9" w:rsidP="00D4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450EF" w14:textId="1ABE318C" w:rsidR="00D44C22" w:rsidRPr="00D44C22" w:rsidRDefault="005F2932" w:rsidP="00D44C22">
    <w:pPr>
      <w:pStyle w:val="Intestazione"/>
      <w:tabs>
        <w:tab w:val="left" w:pos="1418"/>
      </w:tabs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74624" behindDoc="0" locked="0" layoutInCell="1" allowOverlap="1" wp14:anchorId="40FE6167" wp14:editId="3E7B0173">
          <wp:simplePos x="0" y="0"/>
          <wp:positionH relativeFrom="column">
            <wp:posOffset>-23495</wp:posOffset>
          </wp:positionH>
          <wp:positionV relativeFrom="paragraph">
            <wp:posOffset>-176581</wp:posOffset>
          </wp:positionV>
          <wp:extent cx="786765" cy="1274445"/>
          <wp:effectExtent l="0" t="0" r="635" b="0"/>
          <wp:wrapNone/>
          <wp:docPr id="206047766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0477664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765" cy="1274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097E">
      <w:rPr>
        <w:noProof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77693B56" wp14:editId="7AC10B14">
              <wp:simplePos x="0" y="0"/>
              <wp:positionH relativeFrom="column">
                <wp:posOffset>-73025</wp:posOffset>
              </wp:positionH>
              <wp:positionV relativeFrom="paragraph">
                <wp:posOffset>-264648</wp:posOffset>
              </wp:positionV>
              <wp:extent cx="6266121" cy="1481292"/>
              <wp:effectExtent l="0" t="0" r="20955" b="5080"/>
              <wp:wrapNone/>
              <wp:docPr id="1374080423" name="Gruppo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6121" cy="1481292"/>
                        <a:chOff x="0" y="0"/>
                        <a:chExt cx="6266121" cy="1481292"/>
                      </a:xfrm>
                    </wpg:grpSpPr>
                    <wps:wsp>
                      <wps:cNvPr id="2089798799" name="Connettore 1 4"/>
                      <wps:cNvCnPr/>
                      <wps:spPr>
                        <a:xfrm>
                          <a:off x="0" y="1467465"/>
                          <a:ext cx="626612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809934264" name="Immagine 10" descr="logo Ministero - Santa Cecilia - Roma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79922" y="95865"/>
                          <a:ext cx="929005" cy="1042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438327592" name="Casella di testo 1549922318"/>
                      <wps:cNvSpPr txBox="1"/>
                      <wps:spPr>
                        <a:xfrm>
                          <a:off x="936522" y="766917"/>
                          <a:ext cx="4749209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047FE2" w14:textId="77777777" w:rsidR="00D44C22" w:rsidRPr="001D4978" w:rsidRDefault="00D44C22" w:rsidP="008C49D0">
                            <w:pPr>
                              <w:rPr>
                                <w:rFonts w:ascii="Calibri" w:hAnsi="Calibri" w:cs="Calibri"/>
                                <w:b/>
                                <w:sz w:val="12"/>
                                <w:szCs w:val="12"/>
                              </w:rPr>
                            </w:pPr>
                            <w:r w:rsidRPr="001D4978">
                              <w:rPr>
                                <w:rFonts w:ascii="Calibri" w:hAnsi="Calibri" w:cs="Calibri"/>
                                <w:b/>
                                <w:sz w:val="12"/>
                                <w:szCs w:val="12"/>
                              </w:rPr>
                              <w:t>ISTITUTO PROFESSIONALE</w:t>
                            </w:r>
                            <w:r w:rsidR="008C49D0" w:rsidRPr="001D4978">
                              <w:rPr>
                                <w:rFonts w:ascii="Calibri" w:hAnsi="Calibri" w:cs="Calibri"/>
                                <w:b/>
                                <w:sz w:val="12"/>
                                <w:szCs w:val="12"/>
                              </w:rPr>
                              <w:tab/>
                            </w:r>
                            <w:r w:rsidR="008C49D0" w:rsidRPr="001D4978">
                              <w:rPr>
                                <w:rFonts w:ascii="Calibri" w:hAnsi="Calibri" w:cs="Calibri"/>
                                <w:b/>
                                <w:sz w:val="12"/>
                                <w:szCs w:val="12"/>
                              </w:rPr>
                              <w:tab/>
                            </w:r>
                            <w:r w:rsidR="008C49D0" w:rsidRPr="001D4978">
                              <w:rPr>
                                <w:rFonts w:ascii="Calibri" w:hAnsi="Calibri" w:cs="Calibri"/>
                                <w:b/>
                                <w:sz w:val="12"/>
                                <w:szCs w:val="12"/>
                              </w:rPr>
                              <w:tab/>
                              <w:t xml:space="preserve">         </w:t>
                            </w:r>
                            <w:r w:rsidRPr="001D4978">
                              <w:rPr>
                                <w:rFonts w:ascii="Calibri" w:hAnsi="Calibri" w:cs="Calibri"/>
                                <w:b/>
                                <w:sz w:val="12"/>
                                <w:szCs w:val="12"/>
                              </w:rPr>
                              <w:t>ISTITUTO TECNICO</w:t>
                            </w:r>
                            <w:r w:rsidR="008C49D0" w:rsidRPr="001D4978">
                              <w:rPr>
                                <w:rFonts w:ascii="Calibri" w:hAnsi="Calibri" w:cs="Calibri"/>
                                <w:b/>
                                <w:sz w:val="12"/>
                                <w:szCs w:val="12"/>
                              </w:rPr>
                              <w:tab/>
                            </w:r>
                            <w:r w:rsidR="008C49D0" w:rsidRPr="001D4978">
                              <w:rPr>
                                <w:rFonts w:ascii="Calibri" w:hAnsi="Calibri" w:cs="Calibri"/>
                                <w:b/>
                                <w:sz w:val="12"/>
                                <w:szCs w:val="12"/>
                              </w:rPr>
                              <w:tab/>
                            </w:r>
                            <w:r w:rsidRPr="001D4978">
                              <w:rPr>
                                <w:rFonts w:ascii="Calibri" w:hAnsi="Calibri" w:cs="Calibri"/>
                                <w:b/>
                                <w:sz w:val="12"/>
                                <w:szCs w:val="12"/>
                              </w:rPr>
                              <w:t>CORSI SERALI</w:t>
                            </w:r>
                          </w:p>
                          <w:p w14:paraId="7BAACA9A" w14:textId="77777777" w:rsidR="00D44C22" w:rsidRPr="001D4978" w:rsidRDefault="00D44C22" w:rsidP="008C49D0">
                            <w:pPr>
                              <w:tabs>
                                <w:tab w:val="left" w:pos="142"/>
                              </w:tabs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</w:pP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Industria e </w:t>
                            </w:r>
                            <w:proofErr w:type="spellStart"/>
                            <w:r w:rsidR="00577917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Artig</w:t>
                            </w:r>
                            <w:proofErr w:type="spellEnd"/>
                            <w:r w:rsidR="00577917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.</w:t>
                            </w: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 per il Made in </w:t>
                            </w:r>
                            <w:proofErr w:type="spellStart"/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Italy</w:t>
                            </w:r>
                            <w:proofErr w:type="spellEnd"/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 (Abbigliamento)</w:t>
                            </w: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ab/>
                            </w:r>
                            <w:r w:rsidR="008C49D0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         </w:t>
                            </w:r>
                            <w:r w:rsidR="008C6D96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Elettronica</w:t>
                            </w:r>
                            <w:r w:rsidR="008C49D0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ab/>
                            </w:r>
                            <w:r w:rsidR="008C49D0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ab/>
                            </w:r>
                            <w:r w:rsidR="008C6D96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Meccatronica</w:t>
                            </w:r>
                          </w:p>
                          <w:p w14:paraId="622B7D6A" w14:textId="77777777" w:rsidR="00D44C22" w:rsidRPr="001D4978" w:rsidRDefault="00D44C22" w:rsidP="008C49D0">
                            <w:pPr>
                              <w:tabs>
                                <w:tab w:val="left" w:pos="142"/>
                              </w:tabs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</w:pP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Industria e </w:t>
                            </w:r>
                            <w:proofErr w:type="spellStart"/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Artig</w:t>
                            </w:r>
                            <w:proofErr w:type="spellEnd"/>
                            <w:r w:rsidR="00577917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.</w:t>
                            </w: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 per il Made in </w:t>
                            </w:r>
                            <w:proofErr w:type="spellStart"/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Italy</w:t>
                            </w:r>
                            <w:proofErr w:type="spellEnd"/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 (Meccanica)</w:t>
                            </w: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ab/>
                            </w:r>
                            <w:r w:rsidR="008C49D0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         </w:t>
                            </w:r>
                            <w:r w:rsidR="008C6D96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Grafica e Comunicazione</w:t>
                            </w: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ab/>
                            </w:r>
                            <w:r w:rsidR="008C6D96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Telecomunicazioni</w:t>
                            </w:r>
                          </w:p>
                          <w:p w14:paraId="397734EF" w14:textId="77777777" w:rsidR="00D44C22" w:rsidRPr="001D4978" w:rsidRDefault="00D44C22" w:rsidP="008C49D0">
                            <w:pPr>
                              <w:tabs>
                                <w:tab w:val="left" w:pos="142"/>
                              </w:tabs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</w:pP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Manutenzione e </w:t>
                            </w:r>
                            <w:r w:rsidR="00462F29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Assis. Tecnica</w:t>
                            </w: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 (Impianti elettrici)</w:t>
                            </w: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ab/>
                            </w:r>
                            <w:r w:rsidR="008C49D0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         </w:t>
                            </w:r>
                            <w:r w:rsidR="008C6D96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Sistema Moda </w:t>
                            </w:r>
                            <w:r w:rsidR="008C6D96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ab/>
                            </w:r>
                          </w:p>
                          <w:p w14:paraId="2D367E1B" w14:textId="77777777" w:rsidR="00D44C22" w:rsidRPr="001D4978" w:rsidRDefault="00D44C22" w:rsidP="008C49D0">
                            <w:pPr>
                              <w:tabs>
                                <w:tab w:val="left" w:pos="142"/>
                              </w:tabs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</w:pP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Servizi Commerciali (Design della </w:t>
                            </w:r>
                            <w:proofErr w:type="spellStart"/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co</w:t>
                            </w:r>
                            <w:r w:rsidR="00577917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m</w:t>
                            </w:r>
                            <w:proofErr w:type="spellEnd"/>
                            <w:r w:rsidR="00577917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.</w:t>
                            </w: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 visiva e </w:t>
                            </w:r>
                            <w:proofErr w:type="spellStart"/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pubblic</w:t>
                            </w:r>
                            <w:proofErr w:type="spellEnd"/>
                            <w:r w:rsidR="00577917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.</w:t>
                            </w: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ab/>
                            </w:r>
                            <w:r w:rsidR="008C49D0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 xml:space="preserve">         T</w:t>
                            </w:r>
                            <w:r w:rsidR="008C6D96"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elecomunicazioni</w:t>
                            </w:r>
                          </w:p>
                          <w:p w14:paraId="1E909E03" w14:textId="77777777" w:rsidR="00D44C22" w:rsidRPr="001D4978" w:rsidRDefault="00D44C22" w:rsidP="008C49D0">
                            <w:pPr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</w:pP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Servizi Culturali e dello spettacolo</w:t>
                            </w: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ab/>
                            </w: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ab/>
                            </w: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ab/>
                            </w: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ab/>
                            </w:r>
                          </w:p>
                          <w:p w14:paraId="2D0AA884" w14:textId="77777777" w:rsidR="00D44C22" w:rsidRPr="001D4978" w:rsidRDefault="00D44C22" w:rsidP="00D44C2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0CEF981D" w14:textId="77777777" w:rsidR="00D44C22" w:rsidRPr="001D4978" w:rsidRDefault="00D44C22" w:rsidP="00D44C2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EAB40F0" w14:textId="77777777" w:rsidR="00D44C22" w:rsidRPr="001D4978" w:rsidRDefault="00D44C22" w:rsidP="00D44C22">
                            <w:pPr>
                              <w:tabs>
                                <w:tab w:val="left" w:pos="142"/>
                              </w:tabs>
                              <w:jc w:val="center"/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</w:pPr>
                          </w:p>
                          <w:p w14:paraId="6AE71E10" w14:textId="77777777" w:rsidR="00D44C22" w:rsidRPr="001D4978" w:rsidRDefault="00D44C22" w:rsidP="00D44C22">
                            <w:pPr>
                              <w:tabs>
                                <w:tab w:val="left" w:pos="142"/>
                              </w:tabs>
                              <w:jc w:val="center"/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</w:pPr>
                            <w:r w:rsidRPr="001D4978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8669996" name="Casella di testo 4"/>
                      <wps:cNvSpPr txBox="1"/>
                      <wps:spPr>
                        <a:xfrm>
                          <a:off x="936522" y="0"/>
                          <a:ext cx="3926840" cy="432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E80F59" w14:textId="77777777" w:rsidR="00577917" w:rsidRPr="00DF72C3" w:rsidRDefault="00577917">
                            <w:pPr>
                              <w:rPr>
                                <w:rFonts w:ascii="Calibri" w:hAnsi="Calibri" w:cs="Calibri"/>
                                <w:sz w:val="36"/>
                                <w:szCs w:val="36"/>
                              </w:rPr>
                            </w:pPr>
                            <w:r w:rsidRPr="00DF72C3">
                              <w:rPr>
                                <w:rFonts w:ascii="Calibri" w:hAnsi="Calibri" w:cs="Calibri"/>
                                <w:sz w:val="36"/>
                                <w:szCs w:val="36"/>
                              </w:rPr>
                              <w:t>Istituto di Istruzione Superiore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4919825" name="Casella di testo 4"/>
                      <wps:cNvSpPr txBox="1"/>
                      <wps:spPr>
                        <a:xfrm>
                          <a:off x="892277" y="140110"/>
                          <a:ext cx="4638040" cy="737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85689F" w14:textId="77777777" w:rsidR="00DD7FB4" w:rsidRPr="001A6B35" w:rsidRDefault="00DD7FB4" w:rsidP="00DD7FB4">
                            <w:r w:rsidRPr="00DF72C3">
                              <w:rPr>
                                <w:rFonts w:ascii="Calibri" w:hAnsi="Calibri" w:cs="Calibri"/>
                                <w:b/>
                                <w:bCs/>
                                <w:sz w:val="90"/>
                                <w:szCs w:val="90"/>
                              </w:rPr>
                              <w:t>Benvenuto Cellini</w:t>
                            </w:r>
                          </w:p>
                          <w:p w14:paraId="150B5635" w14:textId="77777777" w:rsidR="00DD7FB4" w:rsidRPr="00DF72C3" w:rsidRDefault="00DD7FB4" w:rsidP="00DD7FB4">
                            <w:pPr>
                              <w:rPr>
                                <w:rFonts w:ascii="Calibri" w:hAnsi="Calibri" w:cs="Calibri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7693B56" id="Gruppo 10" o:spid="_x0000_s1026" style="position:absolute;margin-left:-5.75pt;margin-top:-20.85pt;width:493.4pt;height:116.65pt;z-index:251678720" coordsize="62661,14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">
              <v:line id="Connettore 1 4" o:spid="_x0000_s1027" style="position:absolute;visibility:visible;mso-wrap-style:square" from="0,14674" to="62661,14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" strokecolor="#156082 [3204]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0" o:spid="_x0000_s1028" type="#_x0000_t75" alt="logo Ministero - Santa Cecilia - Roma" style="position:absolute;left:52799;top:958;width:9290;height:104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">
                <v:imagedata r:id="rId3" o:title="logo Ministero - Santa Cecilia - Roma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549922318" o:spid="_x0000_s1029" type="#_x0000_t202" style="position:absolute;left:9365;top:7669;width:47492;height:7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" filled="f" stroked="f" strokeweight=".5pt">
                <v:textbox>
                  <w:txbxContent>
                    <w:p w14:paraId="44047FE2" w14:textId="77777777" w:rsidR="00D44C22" w:rsidRPr="001D4978" w:rsidRDefault="00D44C22" w:rsidP="008C49D0">
                      <w:pPr>
                        <w:rPr>
                          <w:rFonts w:ascii="Calibri" w:hAnsi="Calibri" w:cs="Calibri"/>
                          <w:b/>
                          <w:sz w:val="12"/>
                          <w:szCs w:val="12"/>
                        </w:rPr>
                      </w:pPr>
                      <w:r w:rsidRPr="001D4978">
                        <w:rPr>
                          <w:rFonts w:ascii="Calibri" w:hAnsi="Calibri" w:cs="Calibri"/>
                          <w:b/>
                          <w:sz w:val="12"/>
                          <w:szCs w:val="12"/>
                        </w:rPr>
                        <w:t>ISTITUTO PROFESSIONALE</w:t>
                      </w:r>
                      <w:r w:rsidR="008C49D0" w:rsidRPr="001D4978">
                        <w:rPr>
                          <w:rFonts w:ascii="Calibri" w:hAnsi="Calibri" w:cs="Calibri"/>
                          <w:b/>
                          <w:sz w:val="12"/>
                          <w:szCs w:val="12"/>
                        </w:rPr>
                        <w:tab/>
                      </w:r>
                      <w:r w:rsidR="008C49D0" w:rsidRPr="001D4978">
                        <w:rPr>
                          <w:rFonts w:ascii="Calibri" w:hAnsi="Calibri" w:cs="Calibri"/>
                          <w:b/>
                          <w:sz w:val="12"/>
                          <w:szCs w:val="12"/>
                        </w:rPr>
                        <w:tab/>
                      </w:r>
                      <w:r w:rsidR="008C49D0" w:rsidRPr="001D4978">
                        <w:rPr>
                          <w:rFonts w:ascii="Calibri" w:hAnsi="Calibri" w:cs="Calibri"/>
                          <w:b/>
                          <w:sz w:val="12"/>
                          <w:szCs w:val="12"/>
                        </w:rPr>
                        <w:tab/>
                        <w:t xml:space="preserve">         </w:t>
                      </w:r>
                      <w:r w:rsidRPr="001D4978">
                        <w:rPr>
                          <w:rFonts w:ascii="Calibri" w:hAnsi="Calibri" w:cs="Calibri"/>
                          <w:b/>
                          <w:sz w:val="12"/>
                          <w:szCs w:val="12"/>
                        </w:rPr>
                        <w:t>ISTITUTO TECNICO</w:t>
                      </w:r>
                      <w:r w:rsidR="008C49D0" w:rsidRPr="001D4978">
                        <w:rPr>
                          <w:rFonts w:ascii="Calibri" w:hAnsi="Calibri" w:cs="Calibri"/>
                          <w:b/>
                          <w:sz w:val="12"/>
                          <w:szCs w:val="12"/>
                        </w:rPr>
                        <w:tab/>
                      </w:r>
                      <w:r w:rsidR="008C49D0" w:rsidRPr="001D4978">
                        <w:rPr>
                          <w:rFonts w:ascii="Calibri" w:hAnsi="Calibri" w:cs="Calibri"/>
                          <w:b/>
                          <w:sz w:val="12"/>
                          <w:szCs w:val="12"/>
                        </w:rPr>
                        <w:tab/>
                      </w:r>
                      <w:r w:rsidRPr="001D4978">
                        <w:rPr>
                          <w:rFonts w:ascii="Calibri" w:hAnsi="Calibri" w:cs="Calibri"/>
                          <w:b/>
                          <w:sz w:val="12"/>
                          <w:szCs w:val="12"/>
                        </w:rPr>
                        <w:t>CORSI SERALI</w:t>
                      </w:r>
                    </w:p>
                    <w:p w14:paraId="7BAACA9A" w14:textId="77777777" w:rsidR="00D44C22" w:rsidRPr="001D4978" w:rsidRDefault="00D44C22" w:rsidP="008C49D0">
                      <w:pPr>
                        <w:tabs>
                          <w:tab w:val="left" w:pos="142"/>
                        </w:tabs>
                        <w:rPr>
                          <w:rFonts w:ascii="Calibri" w:hAnsi="Calibri" w:cs="Calibri"/>
                          <w:sz w:val="12"/>
                          <w:szCs w:val="12"/>
                        </w:rPr>
                      </w:pP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Industria e </w:t>
                      </w:r>
                      <w:proofErr w:type="spellStart"/>
                      <w:r w:rsidR="00577917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Artig</w:t>
                      </w:r>
                      <w:proofErr w:type="spellEnd"/>
                      <w:r w:rsidR="00577917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.</w:t>
                      </w: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 per il Made in </w:t>
                      </w:r>
                      <w:proofErr w:type="spellStart"/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Italy</w:t>
                      </w:r>
                      <w:proofErr w:type="spellEnd"/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 (Abbigliamento)</w:t>
                      </w: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ab/>
                      </w:r>
                      <w:r w:rsidR="008C49D0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         </w:t>
                      </w:r>
                      <w:r w:rsidR="008C6D96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Elettronica</w:t>
                      </w:r>
                      <w:r w:rsidR="008C49D0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ab/>
                      </w:r>
                      <w:r w:rsidR="008C49D0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ab/>
                      </w:r>
                      <w:r w:rsidR="008C6D96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Meccatronica</w:t>
                      </w:r>
                    </w:p>
                    <w:p w14:paraId="622B7D6A" w14:textId="77777777" w:rsidR="00D44C22" w:rsidRPr="001D4978" w:rsidRDefault="00D44C22" w:rsidP="008C49D0">
                      <w:pPr>
                        <w:tabs>
                          <w:tab w:val="left" w:pos="142"/>
                        </w:tabs>
                        <w:rPr>
                          <w:rFonts w:ascii="Calibri" w:hAnsi="Calibri" w:cs="Calibri"/>
                          <w:sz w:val="12"/>
                          <w:szCs w:val="12"/>
                        </w:rPr>
                      </w:pP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Industria e </w:t>
                      </w:r>
                      <w:proofErr w:type="spellStart"/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Artig</w:t>
                      </w:r>
                      <w:proofErr w:type="spellEnd"/>
                      <w:r w:rsidR="00577917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.</w:t>
                      </w: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 per il Made in </w:t>
                      </w:r>
                      <w:proofErr w:type="spellStart"/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Italy</w:t>
                      </w:r>
                      <w:proofErr w:type="spellEnd"/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 (Meccanica)</w:t>
                      </w: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ab/>
                      </w:r>
                      <w:r w:rsidR="008C49D0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         </w:t>
                      </w:r>
                      <w:r w:rsidR="008C6D96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Grafica e Comunicazione</w:t>
                      </w: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ab/>
                      </w:r>
                      <w:r w:rsidR="008C6D96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Telecomunicazioni</w:t>
                      </w:r>
                    </w:p>
                    <w:p w14:paraId="397734EF" w14:textId="77777777" w:rsidR="00D44C22" w:rsidRPr="001D4978" w:rsidRDefault="00D44C22" w:rsidP="008C49D0">
                      <w:pPr>
                        <w:tabs>
                          <w:tab w:val="left" w:pos="142"/>
                        </w:tabs>
                        <w:rPr>
                          <w:rFonts w:ascii="Calibri" w:hAnsi="Calibri" w:cs="Calibri"/>
                          <w:sz w:val="12"/>
                          <w:szCs w:val="12"/>
                        </w:rPr>
                      </w:pP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Manutenzione e </w:t>
                      </w:r>
                      <w:r w:rsidR="00462F29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Assis. Tecnica</w:t>
                      </w: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 (Impianti elettrici)</w:t>
                      </w: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ab/>
                      </w:r>
                      <w:r w:rsidR="008C49D0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         </w:t>
                      </w:r>
                      <w:r w:rsidR="008C6D96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Sistema Moda </w:t>
                      </w:r>
                      <w:r w:rsidR="008C6D96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ab/>
                      </w:r>
                    </w:p>
                    <w:p w14:paraId="2D367E1B" w14:textId="77777777" w:rsidR="00D44C22" w:rsidRPr="001D4978" w:rsidRDefault="00D44C22" w:rsidP="008C49D0">
                      <w:pPr>
                        <w:tabs>
                          <w:tab w:val="left" w:pos="142"/>
                        </w:tabs>
                        <w:rPr>
                          <w:rFonts w:ascii="Calibri" w:hAnsi="Calibri" w:cs="Calibri"/>
                          <w:sz w:val="12"/>
                          <w:szCs w:val="12"/>
                        </w:rPr>
                      </w:pP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Servizi Commerciali (Design della </w:t>
                      </w:r>
                      <w:proofErr w:type="spellStart"/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co</w:t>
                      </w:r>
                      <w:r w:rsidR="00577917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m</w:t>
                      </w:r>
                      <w:proofErr w:type="spellEnd"/>
                      <w:r w:rsidR="00577917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.</w:t>
                      </w: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 visiva e </w:t>
                      </w:r>
                      <w:proofErr w:type="spellStart"/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pubblic</w:t>
                      </w:r>
                      <w:proofErr w:type="spellEnd"/>
                      <w:r w:rsidR="00577917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.</w:t>
                      </w: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ab/>
                      </w:r>
                      <w:r w:rsidR="008C49D0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 xml:space="preserve">         T</w:t>
                      </w:r>
                      <w:r w:rsidR="008C6D96"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elecomunicazioni</w:t>
                      </w:r>
                    </w:p>
                    <w:p w14:paraId="1E909E03" w14:textId="77777777" w:rsidR="00D44C22" w:rsidRPr="001D4978" w:rsidRDefault="00D44C22" w:rsidP="008C49D0">
                      <w:pPr>
                        <w:rPr>
                          <w:rFonts w:ascii="Calibri" w:hAnsi="Calibri" w:cs="Calibri"/>
                          <w:sz w:val="12"/>
                          <w:szCs w:val="12"/>
                        </w:rPr>
                      </w:pP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Servizi Culturali e dello spettacolo</w:t>
                      </w: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ab/>
                      </w: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ab/>
                      </w: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ab/>
                      </w: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ab/>
                      </w:r>
                    </w:p>
                    <w:p w14:paraId="2D0AA884" w14:textId="77777777" w:rsidR="00D44C22" w:rsidRPr="001D4978" w:rsidRDefault="00D44C22" w:rsidP="00D44C22">
                      <w:pPr>
                        <w:jc w:val="center"/>
                        <w:rPr>
                          <w:rFonts w:ascii="Calibri" w:hAnsi="Calibri" w:cs="Calibri"/>
                          <w:b/>
                          <w:sz w:val="12"/>
                          <w:szCs w:val="12"/>
                        </w:rPr>
                      </w:pPr>
                    </w:p>
                    <w:p w14:paraId="0CEF981D" w14:textId="77777777" w:rsidR="00D44C22" w:rsidRPr="001D4978" w:rsidRDefault="00D44C22" w:rsidP="00D44C22">
                      <w:pPr>
                        <w:jc w:val="center"/>
                        <w:rPr>
                          <w:rFonts w:ascii="Calibri" w:hAnsi="Calibri" w:cs="Calibri"/>
                          <w:b/>
                          <w:sz w:val="12"/>
                          <w:szCs w:val="12"/>
                        </w:rPr>
                      </w:pPr>
                    </w:p>
                    <w:p w14:paraId="5EAB40F0" w14:textId="77777777" w:rsidR="00D44C22" w:rsidRPr="001D4978" w:rsidRDefault="00D44C22" w:rsidP="00D44C22">
                      <w:pPr>
                        <w:tabs>
                          <w:tab w:val="left" w:pos="142"/>
                        </w:tabs>
                        <w:jc w:val="center"/>
                        <w:rPr>
                          <w:rFonts w:ascii="Calibri" w:hAnsi="Calibri" w:cs="Calibri"/>
                          <w:sz w:val="12"/>
                          <w:szCs w:val="12"/>
                        </w:rPr>
                      </w:pPr>
                    </w:p>
                    <w:p w14:paraId="6AE71E10" w14:textId="77777777" w:rsidR="00D44C22" w:rsidRPr="001D4978" w:rsidRDefault="00D44C22" w:rsidP="00D44C22">
                      <w:pPr>
                        <w:tabs>
                          <w:tab w:val="left" w:pos="142"/>
                        </w:tabs>
                        <w:jc w:val="center"/>
                        <w:rPr>
                          <w:rFonts w:ascii="Calibri" w:hAnsi="Calibri" w:cs="Calibri"/>
                          <w:sz w:val="12"/>
                          <w:szCs w:val="12"/>
                        </w:rPr>
                      </w:pPr>
                      <w:r w:rsidRPr="001D4978">
                        <w:rPr>
                          <w:rFonts w:ascii="Calibri" w:hAnsi="Calibri" w:cs="Calibri"/>
                          <w:sz w:val="12"/>
                          <w:szCs w:val="12"/>
                        </w:rPr>
                        <w:t>x</w:t>
                      </w:r>
                    </w:p>
                  </w:txbxContent>
                </v:textbox>
              </v:shape>
              <v:shape id="Casella di testo 4" o:spid="_x0000_s1030" type="#_x0000_t202" style="position:absolute;left:9365;width:39268;height:4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" filled="f" stroked="f" strokeweight=".5pt">
                <v:textbox>
                  <w:txbxContent>
                    <w:p w14:paraId="27E80F59" w14:textId="77777777" w:rsidR="00577917" w:rsidRPr="00DF72C3" w:rsidRDefault="00577917">
                      <w:pPr>
                        <w:rPr>
                          <w:rFonts w:ascii="Calibri" w:hAnsi="Calibri" w:cs="Calibri"/>
                          <w:sz w:val="36"/>
                          <w:szCs w:val="36"/>
                        </w:rPr>
                      </w:pPr>
                      <w:r w:rsidRPr="00DF72C3">
                        <w:rPr>
                          <w:rFonts w:ascii="Calibri" w:hAnsi="Calibri" w:cs="Calibri"/>
                          <w:sz w:val="36"/>
                          <w:szCs w:val="36"/>
                        </w:rPr>
                        <w:t>Istituto di Istruzione Superiore</w:t>
                      </w:r>
                    </w:p>
                  </w:txbxContent>
                </v:textbox>
              </v:shape>
              <v:shape id="Casella di testo 4" o:spid="_x0000_s1031" type="#_x0000_t202" style="position:absolute;left:8922;top:1401;width:46381;height:7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" filled="f" stroked="f" strokeweight=".5pt">
                <v:textbox>
                  <w:txbxContent>
                    <w:p w14:paraId="2C85689F" w14:textId="77777777" w:rsidR="00DD7FB4" w:rsidRPr="001A6B35" w:rsidRDefault="00DD7FB4" w:rsidP="00DD7FB4">
                      <w:r w:rsidRPr="00DF72C3">
                        <w:rPr>
                          <w:rFonts w:ascii="Calibri" w:hAnsi="Calibri" w:cs="Calibri"/>
                          <w:b/>
                          <w:bCs/>
                          <w:sz w:val="90"/>
                          <w:szCs w:val="90"/>
                        </w:rPr>
                        <w:t>Benvenuto Cellini</w:t>
                      </w:r>
                    </w:p>
                    <w:p w14:paraId="150B5635" w14:textId="77777777" w:rsidR="00DD7FB4" w:rsidRPr="00DF72C3" w:rsidRDefault="00DD7FB4" w:rsidP="00DD7FB4">
                      <w:pPr>
                        <w:rPr>
                          <w:rFonts w:ascii="Calibri" w:hAnsi="Calibri" w:cs="Calibri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D44C22">
      <w:tab/>
      <w:t xml:space="preserve"> </w:t>
    </w:r>
  </w:p>
  <w:p w14:paraId="55E1932D" w14:textId="77777777" w:rsidR="00D44C22" w:rsidRPr="00DF72C3" w:rsidRDefault="00DF72C3" w:rsidP="00DF72C3">
    <w:pPr>
      <w:pStyle w:val="Intestazione"/>
      <w:spacing w:line="216" w:lineRule="auto"/>
      <w:ind w:firstLine="708"/>
      <w:rPr>
        <w:rFonts w:ascii="Calibri" w:hAnsi="Calibri" w:cs="Calibri"/>
        <w:b/>
        <w:bCs/>
        <w:sz w:val="90"/>
        <w:szCs w:val="90"/>
      </w:rPr>
    </w:pPr>
    <w:r>
      <w:rPr>
        <w:rFonts w:ascii="Calibri" w:hAnsi="Calibri" w:cs="Calibri"/>
        <w:b/>
        <w:bCs/>
        <w:spacing w:val="20"/>
        <w:sz w:val="90"/>
        <w:szCs w:val="90"/>
      </w:rPr>
      <w:t xml:space="preserve">  </w:t>
    </w:r>
  </w:p>
  <w:p w14:paraId="49D80196" w14:textId="5CABF54B" w:rsidR="00D44C22" w:rsidRPr="00C1097E" w:rsidRDefault="00CB41EE" w:rsidP="00C1097E">
    <w:pPr>
      <w:pStyle w:val="Intestazione"/>
      <w:tabs>
        <w:tab w:val="left" w:pos="1418"/>
      </w:tabs>
      <w:spacing w:line="216" w:lineRule="auto"/>
      <w:rPr>
        <w:rFonts w:ascii="Calibri" w:hAnsi="Calibri" w:cs="Calibri"/>
        <w:b/>
        <w:bCs/>
        <w:sz w:val="72"/>
        <w:szCs w:val="72"/>
      </w:rPr>
    </w:pPr>
    <w:r>
      <w:fldChar w:fldCharType="begin"/>
    </w:r>
    <w:r w:rsidR="00F0494B">
      <w:instrText xml:space="preserve"> INCLUDEPICTURE "C:\\Users\\antoniocorrado\\Library\\Group Containers\\UBF8T346G9.ms\\WebArchiveCopyPasteTempFiles\\com.microsoft.Word\\logo-Ministero.png" \* MERGEFORMAT </w:instrText>
    </w:r>
    <w:r>
      <w:fldChar w:fldCharType="separate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33847"/>
    <w:multiLevelType w:val="hybridMultilevel"/>
    <w:tmpl w:val="81528944"/>
    <w:lvl w:ilvl="0" w:tplc="A5B219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6440F"/>
    <w:multiLevelType w:val="hybridMultilevel"/>
    <w:tmpl w:val="47EA3BB2"/>
    <w:lvl w:ilvl="0" w:tplc="C554A8CC">
      <w:start w:val="3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BB358A"/>
    <w:multiLevelType w:val="hybridMultilevel"/>
    <w:tmpl w:val="9EF46FA6"/>
    <w:lvl w:ilvl="0" w:tplc="9EE2C2AA">
      <w:start w:val="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5778B"/>
    <w:multiLevelType w:val="hybridMultilevel"/>
    <w:tmpl w:val="54384020"/>
    <w:lvl w:ilvl="0" w:tplc="7EFE431E">
      <w:start w:val="1"/>
      <w:numFmt w:val="upperLetter"/>
      <w:lvlText w:val="%1."/>
      <w:lvlJc w:val="left"/>
      <w:pPr>
        <w:ind w:left="359" w:hanging="360"/>
      </w:pPr>
      <w:rPr>
        <w:rFonts w:eastAsia="Calibr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79" w:hanging="360"/>
      </w:pPr>
    </w:lvl>
    <w:lvl w:ilvl="2" w:tplc="0410001B" w:tentative="1">
      <w:start w:val="1"/>
      <w:numFmt w:val="lowerRoman"/>
      <w:lvlText w:val="%3."/>
      <w:lvlJc w:val="right"/>
      <w:pPr>
        <w:ind w:left="1799" w:hanging="180"/>
      </w:pPr>
    </w:lvl>
    <w:lvl w:ilvl="3" w:tplc="0410000F" w:tentative="1">
      <w:start w:val="1"/>
      <w:numFmt w:val="decimal"/>
      <w:lvlText w:val="%4."/>
      <w:lvlJc w:val="left"/>
      <w:pPr>
        <w:ind w:left="2519" w:hanging="360"/>
      </w:pPr>
    </w:lvl>
    <w:lvl w:ilvl="4" w:tplc="04100019" w:tentative="1">
      <w:start w:val="1"/>
      <w:numFmt w:val="lowerLetter"/>
      <w:lvlText w:val="%5."/>
      <w:lvlJc w:val="left"/>
      <w:pPr>
        <w:ind w:left="3239" w:hanging="360"/>
      </w:pPr>
    </w:lvl>
    <w:lvl w:ilvl="5" w:tplc="0410001B" w:tentative="1">
      <w:start w:val="1"/>
      <w:numFmt w:val="lowerRoman"/>
      <w:lvlText w:val="%6."/>
      <w:lvlJc w:val="right"/>
      <w:pPr>
        <w:ind w:left="3959" w:hanging="180"/>
      </w:pPr>
    </w:lvl>
    <w:lvl w:ilvl="6" w:tplc="0410000F" w:tentative="1">
      <w:start w:val="1"/>
      <w:numFmt w:val="decimal"/>
      <w:lvlText w:val="%7."/>
      <w:lvlJc w:val="left"/>
      <w:pPr>
        <w:ind w:left="4679" w:hanging="360"/>
      </w:pPr>
    </w:lvl>
    <w:lvl w:ilvl="7" w:tplc="04100019" w:tentative="1">
      <w:start w:val="1"/>
      <w:numFmt w:val="lowerLetter"/>
      <w:lvlText w:val="%8."/>
      <w:lvlJc w:val="left"/>
      <w:pPr>
        <w:ind w:left="5399" w:hanging="360"/>
      </w:pPr>
    </w:lvl>
    <w:lvl w:ilvl="8" w:tplc="0410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 w15:restartNumberingAfterBreak="0">
    <w:nsid w:val="57540916"/>
    <w:multiLevelType w:val="hybridMultilevel"/>
    <w:tmpl w:val="7CFA1DF8"/>
    <w:lvl w:ilvl="0" w:tplc="134461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228887">
    <w:abstractNumId w:val="2"/>
  </w:num>
  <w:num w:numId="2" w16cid:durableId="832645208">
    <w:abstractNumId w:val="1"/>
  </w:num>
  <w:num w:numId="3" w16cid:durableId="796068587">
    <w:abstractNumId w:val="4"/>
  </w:num>
  <w:num w:numId="4" w16cid:durableId="894698891">
    <w:abstractNumId w:val="0"/>
  </w:num>
  <w:num w:numId="5" w16cid:durableId="978191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nFr5gEQY+wWT+AACKCfE/P5i+KsBgsD6M07WaWoD1Rd/iDm4R7Yulo10FQu5BT1kJvOd1HEsICwpHqSlBk5q3Q==" w:salt="vASJkCaA9Jd2K4Q/nVuCEA==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395"/>
    <w:rsid w:val="00015E96"/>
    <w:rsid w:val="000425E2"/>
    <w:rsid w:val="00072F2E"/>
    <w:rsid w:val="00073779"/>
    <w:rsid w:val="00073A86"/>
    <w:rsid w:val="000A20EF"/>
    <w:rsid w:val="000B60BB"/>
    <w:rsid w:val="000C5165"/>
    <w:rsid w:val="000D7D78"/>
    <w:rsid w:val="000E5F71"/>
    <w:rsid w:val="000F15B9"/>
    <w:rsid w:val="00112BA0"/>
    <w:rsid w:val="00133AA7"/>
    <w:rsid w:val="00146E3B"/>
    <w:rsid w:val="001570B9"/>
    <w:rsid w:val="00182E69"/>
    <w:rsid w:val="001948DC"/>
    <w:rsid w:val="001A6B35"/>
    <w:rsid w:val="001C0E00"/>
    <w:rsid w:val="001C177C"/>
    <w:rsid w:val="001D4978"/>
    <w:rsid w:val="00223B58"/>
    <w:rsid w:val="00240CD1"/>
    <w:rsid w:val="0025385B"/>
    <w:rsid w:val="002560F2"/>
    <w:rsid w:val="002770EF"/>
    <w:rsid w:val="00305752"/>
    <w:rsid w:val="00330138"/>
    <w:rsid w:val="00353A97"/>
    <w:rsid w:val="003576FB"/>
    <w:rsid w:val="00376808"/>
    <w:rsid w:val="00383DE5"/>
    <w:rsid w:val="003857C6"/>
    <w:rsid w:val="003C1879"/>
    <w:rsid w:val="003C6C93"/>
    <w:rsid w:val="003D03D5"/>
    <w:rsid w:val="003E77C4"/>
    <w:rsid w:val="003F2AD6"/>
    <w:rsid w:val="003F45D9"/>
    <w:rsid w:val="00403EB1"/>
    <w:rsid w:val="004221F1"/>
    <w:rsid w:val="004237A2"/>
    <w:rsid w:val="00431DD7"/>
    <w:rsid w:val="00442852"/>
    <w:rsid w:val="00446999"/>
    <w:rsid w:val="00462F29"/>
    <w:rsid w:val="00465964"/>
    <w:rsid w:val="004708DC"/>
    <w:rsid w:val="00491524"/>
    <w:rsid w:val="00493EB2"/>
    <w:rsid w:val="004B2FF9"/>
    <w:rsid w:val="004B45C6"/>
    <w:rsid w:val="004C459A"/>
    <w:rsid w:val="004F42A0"/>
    <w:rsid w:val="0050341C"/>
    <w:rsid w:val="0051353C"/>
    <w:rsid w:val="00517347"/>
    <w:rsid w:val="005364FF"/>
    <w:rsid w:val="00571993"/>
    <w:rsid w:val="00577917"/>
    <w:rsid w:val="00587972"/>
    <w:rsid w:val="005951B1"/>
    <w:rsid w:val="005A0C5A"/>
    <w:rsid w:val="005B261E"/>
    <w:rsid w:val="005E073D"/>
    <w:rsid w:val="005E13EB"/>
    <w:rsid w:val="005F2932"/>
    <w:rsid w:val="006068C4"/>
    <w:rsid w:val="00611BE3"/>
    <w:rsid w:val="00615332"/>
    <w:rsid w:val="00630D1E"/>
    <w:rsid w:val="006505E4"/>
    <w:rsid w:val="00652F8F"/>
    <w:rsid w:val="00661104"/>
    <w:rsid w:val="006679EF"/>
    <w:rsid w:val="00670BE8"/>
    <w:rsid w:val="00691C7C"/>
    <w:rsid w:val="006A6ADF"/>
    <w:rsid w:val="006A6F20"/>
    <w:rsid w:val="006A77D3"/>
    <w:rsid w:val="006A7BD6"/>
    <w:rsid w:val="006B2001"/>
    <w:rsid w:val="006C478F"/>
    <w:rsid w:val="006E2AA5"/>
    <w:rsid w:val="006F1D39"/>
    <w:rsid w:val="006F68AC"/>
    <w:rsid w:val="006F7C43"/>
    <w:rsid w:val="0070707A"/>
    <w:rsid w:val="007256D2"/>
    <w:rsid w:val="00732BA6"/>
    <w:rsid w:val="00746EE3"/>
    <w:rsid w:val="0075504B"/>
    <w:rsid w:val="0076508A"/>
    <w:rsid w:val="00770B03"/>
    <w:rsid w:val="007D06E3"/>
    <w:rsid w:val="007D66E3"/>
    <w:rsid w:val="007F2EF5"/>
    <w:rsid w:val="008341DF"/>
    <w:rsid w:val="00836437"/>
    <w:rsid w:val="008401B6"/>
    <w:rsid w:val="008530BA"/>
    <w:rsid w:val="008855F7"/>
    <w:rsid w:val="008957CA"/>
    <w:rsid w:val="00897A69"/>
    <w:rsid w:val="00897CED"/>
    <w:rsid w:val="008C49D0"/>
    <w:rsid w:val="008C6D96"/>
    <w:rsid w:val="008E24A7"/>
    <w:rsid w:val="008F203D"/>
    <w:rsid w:val="009011E4"/>
    <w:rsid w:val="0090135A"/>
    <w:rsid w:val="00907645"/>
    <w:rsid w:val="00947432"/>
    <w:rsid w:val="0099712E"/>
    <w:rsid w:val="009A1658"/>
    <w:rsid w:val="009A3668"/>
    <w:rsid w:val="009A72E2"/>
    <w:rsid w:val="009B0862"/>
    <w:rsid w:val="009D007D"/>
    <w:rsid w:val="009E2FBE"/>
    <w:rsid w:val="009E3672"/>
    <w:rsid w:val="00A26864"/>
    <w:rsid w:val="00A30EC3"/>
    <w:rsid w:val="00A32D95"/>
    <w:rsid w:val="00A342E1"/>
    <w:rsid w:val="00A46571"/>
    <w:rsid w:val="00A71004"/>
    <w:rsid w:val="00A73B90"/>
    <w:rsid w:val="00A755CA"/>
    <w:rsid w:val="00A86BA4"/>
    <w:rsid w:val="00A92DD7"/>
    <w:rsid w:val="00A965E5"/>
    <w:rsid w:val="00A97952"/>
    <w:rsid w:val="00AA09FE"/>
    <w:rsid w:val="00AA48AB"/>
    <w:rsid w:val="00AD6736"/>
    <w:rsid w:val="00AE464E"/>
    <w:rsid w:val="00B2194F"/>
    <w:rsid w:val="00B554B2"/>
    <w:rsid w:val="00B6271E"/>
    <w:rsid w:val="00B6625D"/>
    <w:rsid w:val="00B72306"/>
    <w:rsid w:val="00BB6CC0"/>
    <w:rsid w:val="00BC0226"/>
    <w:rsid w:val="00BF665D"/>
    <w:rsid w:val="00C048CB"/>
    <w:rsid w:val="00C1097E"/>
    <w:rsid w:val="00C20FEB"/>
    <w:rsid w:val="00C21385"/>
    <w:rsid w:val="00C21C79"/>
    <w:rsid w:val="00C21FE4"/>
    <w:rsid w:val="00C365EA"/>
    <w:rsid w:val="00C50C4B"/>
    <w:rsid w:val="00C76ABB"/>
    <w:rsid w:val="00C85271"/>
    <w:rsid w:val="00C85D19"/>
    <w:rsid w:val="00C96112"/>
    <w:rsid w:val="00CB09E0"/>
    <w:rsid w:val="00CB41EE"/>
    <w:rsid w:val="00CF0AEF"/>
    <w:rsid w:val="00D10B2D"/>
    <w:rsid w:val="00D145E7"/>
    <w:rsid w:val="00D26457"/>
    <w:rsid w:val="00D44C22"/>
    <w:rsid w:val="00D47E11"/>
    <w:rsid w:val="00D54C88"/>
    <w:rsid w:val="00D61171"/>
    <w:rsid w:val="00D80CCB"/>
    <w:rsid w:val="00D84BE9"/>
    <w:rsid w:val="00DD7FB4"/>
    <w:rsid w:val="00DE40BE"/>
    <w:rsid w:val="00DF72C3"/>
    <w:rsid w:val="00E014B4"/>
    <w:rsid w:val="00E01D20"/>
    <w:rsid w:val="00E048D6"/>
    <w:rsid w:val="00E14CE6"/>
    <w:rsid w:val="00E32DC2"/>
    <w:rsid w:val="00E92256"/>
    <w:rsid w:val="00ED6098"/>
    <w:rsid w:val="00EE56C3"/>
    <w:rsid w:val="00F0494B"/>
    <w:rsid w:val="00F07333"/>
    <w:rsid w:val="00F118F9"/>
    <w:rsid w:val="00F63D45"/>
    <w:rsid w:val="00F66B24"/>
    <w:rsid w:val="00F703E6"/>
    <w:rsid w:val="00F7336B"/>
    <w:rsid w:val="00F75B6E"/>
    <w:rsid w:val="00F77395"/>
    <w:rsid w:val="00F809EB"/>
    <w:rsid w:val="00F86961"/>
    <w:rsid w:val="00F86D50"/>
    <w:rsid w:val="00FA0B12"/>
    <w:rsid w:val="00FA797B"/>
    <w:rsid w:val="00FB02C9"/>
    <w:rsid w:val="00FD4AE5"/>
    <w:rsid w:val="00FD68B7"/>
    <w:rsid w:val="00FE4625"/>
    <w:rsid w:val="00FF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F2B81"/>
  <w15:chartTrackingRefBased/>
  <w15:docId w15:val="{12FCB798-C9AF-43CF-B30D-4C7327A0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44C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4C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44C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44C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44C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44C2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44C2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44C2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44C2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44C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4C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44C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44C2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44C2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44C2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44C2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44C2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44C2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44C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44C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44C2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44C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44C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44C2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44C2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44C2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44C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44C2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44C22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D44C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C22"/>
  </w:style>
  <w:style w:type="paragraph" w:styleId="Pidipagina">
    <w:name w:val="footer"/>
    <w:basedOn w:val="Normale"/>
    <w:link w:val="PidipaginaCarattere"/>
    <w:uiPriority w:val="99"/>
    <w:unhideWhenUsed/>
    <w:rsid w:val="00D44C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C22"/>
  </w:style>
  <w:style w:type="character" w:styleId="Collegamentoipertestuale">
    <w:name w:val="Hyperlink"/>
    <w:basedOn w:val="Carpredefinitoparagrafo"/>
    <w:uiPriority w:val="99"/>
    <w:unhideWhenUsed/>
    <w:rsid w:val="00D44C22"/>
    <w:rPr>
      <w:color w:val="467886" w:themeColor="hyperlink"/>
      <w:u w:val="single"/>
    </w:rPr>
  </w:style>
  <w:style w:type="table" w:styleId="Grigliatabella">
    <w:name w:val="Table Grid"/>
    <w:basedOn w:val="Tabellanormale"/>
    <w:uiPriority w:val="39"/>
    <w:rsid w:val="00707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E01D20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0A2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8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IS00600X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azzettaufficiale.it/eli/gu/2024/02/10/34/sg/pdf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FIIS00600X@istruzione.it" TargetMode="External"/><Relationship Id="rId13" Type="http://schemas.openxmlformats.org/officeDocument/2006/relationships/image" Target="media/image6.png"/><Relationship Id="rId3" Type="http://schemas.openxmlformats.org/officeDocument/2006/relationships/hyperlink" Target="mailto:FIIS00600X@pec.istruzione.it" TargetMode="External"/><Relationship Id="rId7" Type="http://schemas.openxmlformats.org/officeDocument/2006/relationships/hyperlink" Target="http://www.cellini.firenze.it" TargetMode="External"/><Relationship Id="rId12" Type="http://schemas.openxmlformats.org/officeDocument/2006/relationships/image" Target="media/image9.png"/><Relationship Id="rId2" Type="http://schemas.openxmlformats.org/officeDocument/2006/relationships/hyperlink" Target="mailto:FIIS00600X@istruzione.it" TargetMode="External"/><Relationship Id="rId1" Type="http://schemas.openxmlformats.org/officeDocument/2006/relationships/hyperlink" Target="http://www.cellini.firenze.it" TargetMode="External"/><Relationship Id="rId6" Type="http://schemas.openxmlformats.org/officeDocument/2006/relationships/image" Target="media/image5.png"/><Relationship Id="rId11" Type="http://schemas.openxmlformats.org/officeDocument/2006/relationships/image" Target="media/image8.png"/><Relationship Id="rId5" Type="http://schemas.openxmlformats.org/officeDocument/2006/relationships/image" Target="media/image4.png"/><Relationship Id="rId10" Type="http://schemas.openxmlformats.org/officeDocument/2006/relationships/image" Target="media/image7.png"/><Relationship Id="rId4" Type="http://schemas.openxmlformats.org/officeDocument/2006/relationships/image" Target="media/image3.tiff"/><Relationship Id="rId9" Type="http://schemas.openxmlformats.org/officeDocument/2006/relationships/hyperlink" Target="mailto:FIIS00600X@pec.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lamanna\AppData\Local\Packages\microsoft.windowscommunicationsapps_8wekyb3d8bbwe\LocalState\Files\S0\3\Attachments\Foglio%20intestato%5b4%5d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E33FD-1A0B-4A8C-9CF7-4589708CC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C:\Users\rlamanna\AppData\Local\Packages\microsoft.windowscommunicationsapps_8wekyb3d8bbwe\LocalState\Files\S0\3\Attachments\Foglio intestato[4].dotx</Template>
  <TotalTime>12</TotalTime>
  <Pages>3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Luciano Lamanna</dc:creator>
  <cp:keywords/>
  <dc:description/>
  <cp:lastModifiedBy>Antonio Corrado</cp:lastModifiedBy>
  <cp:revision>4</cp:revision>
  <cp:lastPrinted>2025-01-29T12:46:00Z</cp:lastPrinted>
  <dcterms:created xsi:type="dcterms:W3CDTF">2025-04-10T09:55:00Z</dcterms:created>
  <dcterms:modified xsi:type="dcterms:W3CDTF">2025-09-19T07:49:00Z</dcterms:modified>
</cp:coreProperties>
</file>